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A18" w:rsidRDefault="00292A18" w:rsidP="00124280">
      <w:pPr>
        <w:pStyle w:val="titre"/>
      </w:pPr>
      <w:r>
        <w:t>Transmission de puissance et alimentation moteur :</w:t>
      </w:r>
    </w:p>
    <w:p w:rsidR="00292A18" w:rsidRDefault="00292A18" w:rsidP="00124280">
      <w:pPr>
        <w:spacing w:line="276" w:lineRule="auto"/>
        <w:rPr>
          <w:b/>
        </w:rPr>
      </w:pPr>
      <w:r>
        <w:rPr>
          <w:noProof/>
        </w:rPr>
        <w:pict>
          <v:shape id="Forme libre 3" o:spid="_x0000_s1027" style="position:absolute;margin-left:138.3pt;margin-top:23.7pt;width:367.6pt;height:57.7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001525,733647" path="m4635795,v333153,93035,666307,186070,-106326,308344c3756836,430619,1878418,582133,,733647e" filled="f" strokecolor="#243f60" strokeweight="3pt">
            <v:stroke endarrow="block" endarrowwidth="wide" endarrowlength="long"/>
            <v:path arrowok="t" o:connecttype="custom" o:connectlocs="4635795,0;4529469,308344;0,733647" o:connectangles="0,0,0"/>
          </v:shape>
        </w:pict>
      </w:r>
    </w:p>
    <w:p w:rsidR="00292A18" w:rsidRDefault="00292A18" w:rsidP="00124280">
      <w:pPr>
        <w:spacing w:line="276" w:lineRule="auto"/>
      </w:pPr>
      <w:r>
        <w:rPr>
          <w:b/>
        </w:rPr>
        <w:t>O</w:t>
      </w:r>
      <w:r w:rsidRPr="001D44C3">
        <w:rPr>
          <w:b/>
        </w:rPr>
        <w:t>bjectif</w:t>
      </w:r>
      <w:r>
        <w:rPr>
          <w:b/>
        </w:rPr>
        <w:t> </w:t>
      </w:r>
      <w:r>
        <w:t xml:space="preserve">: Régler la tension de l’alimentation l’on doit  imposer au moteur </w:t>
      </w:r>
      <w:r w:rsidRPr="001D44C3">
        <w:rPr>
          <w:b/>
          <w:i/>
        </w:rPr>
        <w:t>(dont les caractéristiques se trouvent ci-dessous)</w:t>
      </w:r>
      <w:r>
        <w:rPr>
          <w:b/>
          <w:i/>
        </w:rPr>
        <w:t xml:space="preserve"> </w:t>
      </w:r>
      <w:r w:rsidRPr="001D44C3">
        <w:t>pour déplacer</w:t>
      </w:r>
      <w:r>
        <w:t xml:space="preserve"> une masse de </w:t>
      </w:r>
      <w:smartTag w:uri="urn:schemas-microsoft-com:office:smarttags" w:element="metricconverter">
        <w:smartTagPr>
          <w:attr w:name="ProductID" w:val="40 kg"/>
        </w:smartTagPr>
        <w:r>
          <w:t>40 kg</w:t>
        </w:r>
      </w:smartTag>
      <w:r>
        <w:t xml:space="preserve"> à une vitesse de 1 m/s:</w:t>
      </w:r>
    </w:p>
    <w:p w:rsidR="00292A18" w:rsidRDefault="00292A18" w:rsidP="00124280">
      <w:pPr>
        <w:spacing w:after="200" w:line="276" w:lineRule="auto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s1028" type="#_x0000_t75" style="position:absolute;margin-left:.1pt;margin-top:3.4pt;width:130.6pt;height:88.6pt;z-index:251656704;visibility:visible">
            <v:imagedata r:id="rId7" o:title=""/>
          </v:shape>
        </w:pict>
      </w:r>
    </w:p>
    <w:p w:rsidR="00292A18" w:rsidRDefault="00292A18" w:rsidP="00124280">
      <w:pPr>
        <w:spacing w:after="200" w:line="276" w:lineRule="auto"/>
      </w:pPr>
    </w:p>
    <w:p w:rsidR="00292A18" w:rsidRDefault="00292A18" w:rsidP="00124280">
      <w:pPr>
        <w:spacing w:after="200" w:line="276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5" o:spid="_x0000_s1029" type="#_x0000_t202" style="position:absolute;margin-left:-4.8pt;margin-top:137.05pt;width:175.8pt;height:68.95pt;z-index:251658752;visibility:visible" strokeweight=".5pt">
            <v:textbox>
              <w:txbxContent>
                <w:p w:rsidR="00292A18" w:rsidRDefault="00292A18">
                  <w:r>
                    <w:t>Frottement sec de l’ensemble moteur+charge s’exerçant sur l’axe moteur :</w:t>
                  </w:r>
                </w:p>
                <w:p w:rsidR="00292A18" w:rsidRPr="00D11F34" w:rsidRDefault="00292A18">
                  <w:pPr>
                    <w:rPr>
                      <w:b/>
                    </w:rPr>
                  </w:pPr>
                  <w:r w:rsidRPr="00D11F34">
                    <w:rPr>
                      <w:b/>
                    </w:rPr>
                    <w:t>Co=0.2Nm</w:t>
                  </w:r>
                </w:p>
              </w:txbxContent>
            </v:textbox>
          </v:shape>
        </w:pict>
      </w:r>
      <w:r>
        <w:object w:dxaOrig="12032" w:dyaOrig="5496">
          <v:shape id="_x0000_i1029" type="#_x0000_t75" style="width:505.5pt;height:231pt" o:ole="">
            <v:imagedata r:id="rId8" o:title=""/>
          </v:shape>
          <o:OLEObject Type="Embed" ProgID="Visio.Drawing.11" ShapeID="_x0000_i1029" DrawAspect="Content" ObjectID="_1445344037" r:id="rId9"/>
        </w:object>
      </w:r>
      <w:bookmarkStart w:id="0" w:name="_GoBack"/>
      <w:bookmarkEnd w:id="0"/>
    </w:p>
    <w:p w:rsidR="00292A18" w:rsidRDefault="00292A18" w:rsidP="00124280">
      <w:pPr>
        <w:spacing w:after="200" w:line="276" w:lineRule="auto"/>
        <w:ind w:left="-284"/>
      </w:pPr>
      <w:r w:rsidRPr="00261E07">
        <w:rPr>
          <w:noProof/>
        </w:rPr>
        <w:pict>
          <v:shape id="Image 4" o:spid="_x0000_i1030" type="#_x0000_t75" style="width:512.25pt;height:229.5pt;visibility:visible">
            <v:imagedata r:id="rId10" o:title=""/>
          </v:shape>
        </w:pict>
      </w:r>
    </w:p>
    <w:p w:rsidR="00292A18" w:rsidRDefault="00292A18" w:rsidP="00124280">
      <w:pPr>
        <w:spacing w:after="200" w:line="276" w:lineRule="auto"/>
      </w:pPr>
      <w:r>
        <w:br w:type="page"/>
      </w:r>
    </w:p>
    <w:p w:rsidR="00292A18" w:rsidRDefault="00292A18" w:rsidP="007C5BB9">
      <w:pPr>
        <w:sectPr w:rsidR="00292A18" w:rsidSect="008A79F5">
          <w:headerReference w:type="default" r:id="rId11"/>
          <w:type w:val="continuous"/>
          <w:pgSz w:w="11906" w:h="16838"/>
          <w:pgMar w:top="758" w:right="1134" w:bottom="568" w:left="1134" w:header="709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292A18" w:rsidRPr="00CE18ED" w:rsidRDefault="00292A18" w:rsidP="00CE5C07">
      <w:pPr>
        <w:rPr>
          <w:rFonts w:ascii="Calibri" w:hAnsi="Calibri" w:cs="Calibri"/>
          <w:sz w:val="22"/>
          <w:szCs w:val="22"/>
        </w:rPr>
      </w:pPr>
    </w:p>
    <w:p w:rsidR="00292A18" w:rsidRPr="00CE18ED" w:rsidRDefault="00292A18" w:rsidP="00124280">
      <w:pPr>
        <w:pStyle w:val="titre"/>
      </w:pPr>
      <w:r w:rsidRPr="00CE18ED">
        <w:t>Travail demandé</w:t>
      </w:r>
    </w:p>
    <w:p w:rsidR="00292A18" w:rsidRDefault="00292A18" w:rsidP="00CE18ED">
      <w:pPr>
        <w:pStyle w:val="question"/>
        <w:widowControl/>
        <w:numPr>
          <w:ilvl w:val="0"/>
          <w:numId w:val="0"/>
        </w:numPr>
        <w:suppressAutoHyphens w:val="0"/>
        <w:spacing w:before="0" w:beforeAutospacing="0" w:after="0" w:afterAutospacing="0" w:line="360" w:lineRule="auto"/>
        <w:contextualSpacing/>
        <w:rPr>
          <w:rFonts w:ascii="Arial" w:hAnsi="Arial"/>
          <w:sz w:val="24"/>
        </w:rPr>
      </w:pPr>
    </w:p>
    <w:p w:rsidR="00292A18" w:rsidRPr="00CE18ED" w:rsidRDefault="00292A18" w:rsidP="00CE18ED">
      <w:pPr>
        <w:pStyle w:val="question"/>
        <w:widowControl/>
        <w:numPr>
          <w:ilvl w:val="0"/>
          <w:numId w:val="31"/>
        </w:numPr>
        <w:suppressAutoHyphens w:val="0"/>
        <w:spacing w:before="0" w:beforeAutospacing="0" w:after="0" w:afterAutospacing="0" w:line="360" w:lineRule="auto"/>
        <w:contextualSpacing/>
        <w:rPr>
          <w:rFonts w:ascii="Arial" w:hAnsi="Arial"/>
          <w:sz w:val="24"/>
        </w:rPr>
      </w:pPr>
      <w:r w:rsidRPr="00CE18ED">
        <w:rPr>
          <w:rFonts w:ascii="Arial" w:hAnsi="Arial"/>
          <w:sz w:val="24"/>
        </w:rPr>
        <w:t>Quel est l’objectif du TD ?</w:t>
      </w:r>
    </w:p>
    <w:p w:rsidR="00292A18" w:rsidRDefault="00292A18" w:rsidP="00CE18ED">
      <w:pPr>
        <w:spacing w:line="276" w:lineRule="auto"/>
      </w:pPr>
      <w:r>
        <w:t xml:space="preserve">Régler la tension de l’alimentation l’on doit  imposer au moteur </w:t>
      </w:r>
      <w:r w:rsidRPr="001D44C3">
        <w:t>pour déplacer</w:t>
      </w:r>
      <w:r>
        <w:t xml:space="preserve"> une masse de </w:t>
      </w:r>
      <w:smartTag w:uri="urn:schemas-microsoft-com:office:smarttags" w:element="metricconverter">
        <w:smartTagPr>
          <w:attr w:name="ProductID" w:val="40 kg"/>
        </w:smartTagPr>
        <w:r>
          <w:t>40 kg</w:t>
        </w:r>
      </w:smartTag>
      <w:r>
        <w:t xml:space="preserve"> à une vitesse de 1 m/s:</w:t>
      </w:r>
    </w:p>
    <w:p w:rsidR="00292A18" w:rsidRDefault="00292A18" w:rsidP="00CE18ED">
      <w:pPr>
        <w:pStyle w:val="question"/>
        <w:widowControl/>
        <w:numPr>
          <w:ilvl w:val="0"/>
          <w:numId w:val="31"/>
        </w:numPr>
        <w:suppressAutoHyphens w:val="0"/>
        <w:spacing w:before="0" w:beforeAutospacing="0" w:after="200" w:afterAutospacing="0" w:line="360" w:lineRule="auto"/>
        <w:contextualSpacing/>
        <w:rPr>
          <w:rFonts w:ascii="Arial" w:hAnsi="Arial"/>
          <w:sz w:val="24"/>
        </w:rPr>
      </w:pPr>
      <w:r w:rsidRPr="00CE18ED">
        <w:rPr>
          <w:rFonts w:ascii="Arial" w:hAnsi="Arial"/>
          <w:sz w:val="24"/>
        </w:rPr>
        <w:t>Déterminer le couple exercé par la masse sur la poulie</w:t>
      </w:r>
    </w:p>
    <w:p w:rsidR="00292A18" w:rsidRDefault="00292A18" w:rsidP="00CE18ED">
      <w:pPr>
        <w:pStyle w:val="question"/>
        <w:widowControl/>
        <w:numPr>
          <w:ilvl w:val="0"/>
          <w:numId w:val="0"/>
        </w:numPr>
        <w:suppressAutoHyphens w:val="0"/>
        <w:spacing w:before="0" w:beforeAutospacing="0" w:after="200" w:afterAutospacing="0" w:line="360" w:lineRule="auto"/>
        <w:contextualSpacing/>
        <w:rPr>
          <w:rFonts w:ascii="Arial" w:hAnsi="Arial"/>
          <w:sz w:val="24"/>
        </w:rPr>
      </w:pPr>
      <w:r>
        <w:rPr>
          <w:rFonts w:ascii="Arial" w:hAnsi="Arial"/>
          <w:sz w:val="24"/>
        </w:rPr>
        <w:t>Cpoulie = m.g.R = 40x9.81x.5/2 = 97.1 Nm (C0 peut être négligé)</w:t>
      </w:r>
    </w:p>
    <w:p w:rsidR="00292A18" w:rsidRDefault="00292A18" w:rsidP="00124280">
      <w:pPr>
        <w:pStyle w:val="question"/>
        <w:widowControl/>
        <w:numPr>
          <w:ilvl w:val="0"/>
          <w:numId w:val="31"/>
        </w:numPr>
        <w:suppressAutoHyphens w:val="0"/>
        <w:spacing w:before="0" w:beforeAutospacing="0" w:after="200" w:afterAutospacing="0" w:line="360" w:lineRule="auto"/>
        <w:contextualSpacing/>
        <w:rPr>
          <w:rFonts w:ascii="Arial" w:hAnsi="Arial"/>
          <w:sz w:val="24"/>
        </w:rPr>
      </w:pPr>
      <w:r w:rsidRPr="00CE18ED">
        <w:rPr>
          <w:rFonts w:ascii="Arial" w:hAnsi="Arial"/>
          <w:sz w:val="24"/>
        </w:rPr>
        <w:t>Déterminer la vitesse de rotation de la poulie</w:t>
      </w:r>
    </w:p>
    <w:p w:rsidR="00292A18" w:rsidRPr="00CE18ED" w:rsidRDefault="00292A18" w:rsidP="00CE18ED">
      <w:pPr>
        <w:pStyle w:val="question"/>
        <w:widowControl/>
        <w:numPr>
          <w:ilvl w:val="0"/>
          <w:numId w:val="0"/>
        </w:numPr>
        <w:suppressAutoHyphens w:val="0"/>
        <w:spacing w:before="0" w:beforeAutospacing="0" w:after="200" w:afterAutospacing="0" w:line="360" w:lineRule="auto"/>
        <w:contextualSpacing/>
        <w:rPr>
          <w:rFonts w:ascii="Arial" w:hAnsi="Arial"/>
          <w:sz w:val="24"/>
        </w:rPr>
      </w:pPr>
      <w:r>
        <w:rPr>
          <w:rFonts w:ascii="Arial" w:hAnsi="Arial"/>
          <w:sz w:val="24"/>
        </w:rPr>
        <w:t>1 tr de poulie = π.D = 1.57m donc 1m/s soit Npoulie = 0.636tr/s soit ωpoulie= 3.99 rd/s</w:t>
      </w:r>
    </w:p>
    <w:p w:rsidR="00292A18" w:rsidRDefault="00292A18" w:rsidP="00124280">
      <w:pPr>
        <w:pStyle w:val="question"/>
        <w:widowControl/>
        <w:numPr>
          <w:ilvl w:val="0"/>
          <w:numId w:val="31"/>
        </w:numPr>
        <w:suppressAutoHyphens w:val="0"/>
        <w:spacing w:before="0" w:beforeAutospacing="0" w:after="200" w:afterAutospacing="0" w:line="360" w:lineRule="auto"/>
        <w:contextualSpacing/>
        <w:rPr>
          <w:rFonts w:ascii="Arial" w:hAnsi="Arial"/>
          <w:sz w:val="24"/>
        </w:rPr>
      </w:pPr>
      <w:r w:rsidRPr="00CE18ED">
        <w:rPr>
          <w:rFonts w:ascii="Arial" w:hAnsi="Arial"/>
          <w:sz w:val="24"/>
        </w:rPr>
        <w:t>Déterminer la puissance qui doit être exercée sur la poulie</w:t>
      </w:r>
    </w:p>
    <w:p w:rsidR="00292A18" w:rsidRDefault="00292A18" w:rsidP="00CE18ED">
      <w:pPr>
        <w:pStyle w:val="question"/>
        <w:widowControl/>
        <w:numPr>
          <w:ilvl w:val="0"/>
          <w:numId w:val="0"/>
        </w:numPr>
        <w:suppressAutoHyphens w:val="0"/>
        <w:spacing w:before="0" w:beforeAutospacing="0" w:after="200" w:afterAutospacing="0" w:line="360" w:lineRule="auto"/>
        <w:contextualSpacing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 = C.Ω = 97.1x2xπx0.636 = 388 W </w:t>
      </w:r>
      <w:r>
        <w:rPr>
          <w:rFonts w:ascii="Arial" w:hAnsi="Arial"/>
          <w:sz w:val="24"/>
        </w:rPr>
        <w:tab/>
        <w:t>Ppoulie = F.V = 40x9.81x1 = 392.4 W</w:t>
      </w:r>
    </w:p>
    <w:p w:rsidR="00292A18" w:rsidRDefault="00292A18" w:rsidP="00124280">
      <w:pPr>
        <w:pStyle w:val="question"/>
        <w:widowControl/>
        <w:numPr>
          <w:ilvl w:val="0"/>
          <w:numId w:val="31"/>
        </w:numPr>
        <w:suppressAutoHyphens w:val="0"/>
        <w:spacing w:before="0" w:beforeAutospacing="0" w:after="200" w:afterAutospacing="0" w:line="360" w:lineRule="auto"/>
        <w:contextualSpacing/>
        <w:rPr>
          <w:rFonts w:ascii="Arial" w:hAnsi="Arial"/>
          <w:sz w:val="24"/>
        </w:rPr>
      </w:pPr>
      <w:r w:rsidRPr="00CE18ED">
        <w:rPr>
          <w:rFonts w:ascii="Arial" w:hAnsi="Arial"/>
          <w:sz w:val="24"/>
        </w:rPr>
        <w:t>Déterminer la puissance qui doit être présente sur l’arbre moteur</w:t>
      </w:r>
    </w:p>
    <w:p w:rsidR="00292A18" w:rsidRPr="00CE18ED" w:rsidRDefault="00292A18" w:rsidP="00CE18ED">
      <w:pPr>
        <w:pStyle w:val="question"/>
        <w:widowControl/>
        <w:numPr>
          <w:ilvl w:val="0"/>
          <w:numId w:val="0"/>
        </w:numPr>
        <w:suppressAutoHyphens w:val="0"/>
        <w:spacing w:before="0" w:beforeAutospacing="0" w:after="200" w:afterAutospacing="0" w:line="360" w:lineRule="auto"/>
        <w:contextualSpacing/>
        <w:rPr>
          <w:rFonts w:ascii="Arial" w:hAnsi="Arial"/>
          <w:sz w:val="24"/>
        </w:rPr>
      </w:pPr>
      <w:r>
        <w:rPr>
          <w:rFonts w:ascii="Arial" w:hAnsi="Arial"/>
          <w:sz w:val="24"/>
        </w:rPr>
        <w:t>η=Ppoulie/Pmoteur soit Pmoteur Ppoulie/η</w:t>
      </w:r>
      <w:r>
        <w:rPr>
          <w:rFonts w:ascii="Arial" w:hAnsi="Arial"/>
          <w:sz w:val="24"/>
        </w:rPr>
        <w:tab/>
        <w:t>Ppoulie = 388.02/.8 = 485 W</w:t>
      </w:r>
    </w:p>
    <w:p w:rsidR="00292A18" w:rsidRDefault="00292A18" w:rsidP="00124280">
      <w:pPr>
        <w:pStyle w:val="question"/>
        <w:widowControl/>
        <w:numPr>
          <w:ilvl w:val="0"/>
          <w:numId w:val="31"/>
        </w:numPr>
        <w:suppressAutoHyphens w:val="0"/>
        <w:spacing w:before="0" w:beforeAutospacing="0" w:after="200" w:afterAutospacing="0" w:line="360" w:lineRule="auto"/>
        <w:contextualSpacing/>
        <w:rPr>
          <w:rFonts w:ascii="Arial" w:hAnsi="Arial"/>
          <w:sz w:val="24"/>
        </w:rPr>
      </w:pPr>
      <w:r w:rsidRPr="00CE18ED">
        <w:rPr>
          <w:rFonts w:ascii="Arial" w:hAnsi="Arial"/>
          <w:sz w:val="24"/>
        </w:rPr>
        <w:t>Déterminer la vitesse de rotation et le couple présent sur l’arbre moteur</w:t>
      </w:r>
    </w:p>
    <w:p w:rsidR="00292A18" w:rsidRDefault="00292A18" w:rsidP="00C9794F">
      <w:pPr>
        <w:pStyle w:val="question"/>
        <w:widowControl/>
        <w:numPr>
          <w:ilvl w:val="0"/>
          <w:numId w:val="0"/>
        </w:numPr>
        <w:suppressAutoHyphens w:val="0"/>
        <w:spacing w:before="0" w:beforeAutospacing="0" w:after="200" w:afterAutospacing="0" w:line="360" w:lineRule="auto"/>
        <w:contextualSpacing/>
        <w:rPr>
          <w:rFonts w:ascii="Arial" w:hAnsi="Arial"/>
          <w:sz w:val="24"/>
        </w:rPr>
      </w:pPr>
      <w:r>
        <w:rPr>
          <w:rFonts w:ascii="Arial" w:hAnsi="Arial"/>
          <w:sz w:val="24"/>
        </w:rPr>
        <w:t>R = ωpoulie/ωmoteur soit ωmoteur = ωpoulie/r = 3.99x100 = 339 rd/s moteur = 0.636x100 = 63.6 tr/s = 3816 tr/min</w:t>
      </w:r>
    </w:p>
    <w:p w:rsidR="00292A18" w:rsidRDefault="00292A18" w:rsidP="00C9794F">
      <w:pPr>
        <w:pStyle w:val="question"/>
        <w:widowControl/>
        <w:numPr>
          <w:ilvl w:val="0"/>
          <w:numId w:val="0"/>
        </w:numPr>
        <w:suppressAutoHyphens w:val="0"/>
        <w:spacing w:before="0" w:beforeAutospacing="0" w:after="200" w:afterAutospacing="0" w:line="360" w:lineRule="auto"/>
        <w:contextualSpacing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η= Ppoulie/Pmoteur = (Cpouliexωpoulie)/(Cmoteurxωmoteur) soit </w:t>
      </w:r>
    </w:p>
    <w:p w:rsidR="00292A18" w:rsidRPr="00CE18ED" w:rsidRDefault="00292A18" w:rsidP="00C9794F">
      <w:pPr>
        <w:pStyle w:val="question"/>
        <w:widowControl/>
        <w:numPr>
          <w:ilvl w:val="0"/>
          <w:numId w:val="0"/>
        </w:numPr>
        <w:suppressAutoHyphens w:val="0"/>
        <w:spacing w:before="0" w:beforeAutospacing="0" w:after="200" w:afterAutospacing="0" w:line="360" w:lineRule="auto"/>
        <w:contextualSpacing/>
        <w:rPr>
          <w:rFonts w:ascii="Arial" w:hAnsi="Arial"/>
          <w:sz w:val="24"/>
        </w:rPr>
      </w:pPr>
      <w:r>
        <w:rPr>
          <w:rFonts w:ascii="Arial" w:hAnsi="Arial"/>
          <w:sz w:val="24"/>
        </w:rPr>
        <w:t>Cmoteur = (Cpouliexωpoulie)/(ηxωmoteur) = (97.1x3.99)/(0.8x339) = 1.42 Nm</w:t>
      </w:r>
    </w:p>
    <w:p w:rsidR="00292A18" w:rsidRDefault="00292A18" w:rsidP="00124280">
      <w:pPr>
        <w:pStyle w:val="question"/>
        <w:widowControl/>
        <w:numPr>
          <w:ilvl w:val="0"/>
          <w:numId w:val="31"/>
        </w:numPr>
        <w:suppressAutoHyphens w:val="0"/>
        <w:spacing w:before="0" w:beforeAutospacing="0" w:after="200" w:afterAutospacing="0" w:line="360" w:lineRule="auto"/>
        <w:contextualSpacing/>
        <w:rPr>
          <w:rFonts w:ascii="Arial" w:hAnsi="Arial"/>
          <w:sz w:val="24"/>
        </w:rPr>
      </w:pPr>
      <w:r w:rsidRPr="00CE18ED">
        <w:rPr>
          <w:rFonts w:ascii="Arial" w:hAnsi="Arial"/>
          <w:sz w:val="24"/>
        </w:rPr>
        <w:t xml:space="preserve">Rappeler le modèle électrique équivalent de </w:t>
      </w:r>
      <w:smartTag w:uri="urn:schemas-microsoft-com:office:smarttags" w:element="PersonName">
        <w:smartTagPr>
          <w:attr w:name="ProductID" w:val="la MCC"/>
        </w:smartTagPr>
        <w:r w:rsidRPr="00CE18ED">
          <w:rPr>
            <w:rFonts w:ascii="Arial" w:hAnsi="Arial"/>
            <w:sz w:val="24"/>
          </w:rPr>
          <w:t>la MCC</w:t>
        </w:r>
      </w:smartTag>
    </w:p>
    <w:p w:rsidR="00292A18" w:rsidRDefault="00292A18" w:rsidP="00D87691">
      <w:pPr>
        <w:pStyle w:val="question"/>
        <w:widowControl/>
        <w:numPr>
          <w:ilvl w:val="0"/>
          <w:numId w:val="0"/>
        </w:numPr>
        <w:suppressAutoHyphens w:val="0"/>
        <w:spacing w:before="0" w:beforeAutospacing="0" w:after="200" w:afterAutospacing="0" w:line="360" w:lineRule="auto"/>
        <w:contextualSpacing/>
        <w:jc w:val="center"/>
        <w:rPr>
          <w:rFonts w:ascii="Arial" w:hAnsi="Arial"/>
          <w:sz w:val="24"/>
        </w:rPr>
      </w:pPr>
      <w:r>
        <w:object w:dxaOrig="3704" w:dyaOrig="3143">
          <v:shape id="_x0000_i1031" type="#_x0000_t75" style="width:183pt;height:157.5pt" o:ole="">
            <v:imagedata r:id="rId12" o:title=""/>
          </v:shape>
          <o:OLEObject Type="Embed" ProgID="Visio.Drawing.11" ShapeID="_x0000_i1031" DrawAspect="Content" ObjectID="_1445344038" r:id="rId13"/>
        </w:object>
      </w:r>
    </w:p>
    <w:p w:rsidR="00292A18" w:rsidRDefault="00292A18" w:rsidP="00124280">
      <w:pPr>
        <w:pStyle w:val="question"/>
        <w:widowControl/>
        <w:numPr>
          <w:ilvl w:val="0"/>
          <w:numId w:val="31"/>
        </w:numPr>
        <w:suppressAutoHyphens w:val="0"/>
        <w:spacing w:before="0" w:beforeAutospacing="0" w:after="200" w:afterAutospacing="0" w:line="360" w:lineRule="auto"/>
        <w:contextualSpacing/>
        <w:rPr>
          <w:rFonts w:ascii="Arial" w:hAnsi="Arial"/>
          <w:sz w:val="24"/>
        </w:rPr>
      </w:pPr>
      <w:r w:rsidRPr="00CE18ED">
        <w:rPr>
          <w:rFonts w:ascii="Arial" w:hAnsi="Arial"/>
          <w:sz w:val="24"/>
        </w:rPr>
        <w:t xml:space="preserve">Déterminer le courant absorbé par le moteur pour fournir ce couple. (utiliser le « coefficient de couple électromagnétique » donné dans la documentation moteur) </w:t>
      </w:r>
    </w:p>
    <w:p w:rsidR="00292A18" w:rsidRPr="00CE18ED" w:rsidRDefault="00292A18" w:rsidP="00D87691">
      <w:pPr>
        <w:pStyle w:val="question"/>
        <w:widowControl/>
        <w:numPr>
          <w:ilvl w:val="0"/>
          <w:numId w:val="0"/>
        </w:numPr>
        <w:suppressAutoHyphens w:val="0"/>
        <w:spacing w:before="0" w:beforeAutospacing="0" w:after="200" w:afterAutospacing="0" w:line="360" w:lineRule="auto"/>
        <w:contextualSpacing/>
        <w:rPr>
          <w:rFonts w:ascii="Arial" w:hAnsi="Arial"/>
          <w:sz w:val="24"/>
        </w:rPr>
      </w:pPr>
      <w:r>
        <w:rPr>
          <w:rFonts w:ascii="Arial" w:hAnsi="Arial"/>
          <w:sz w:val="24"/>
        </w:rPr>
        <w:t>Cmoteur = k.Imoteur soit Imoteur = Cmoteur/k = 1.42/0.296 =4.82 A</w:t>
      </w:r>
    </w:p>
    <w:p w:rsidR="00292A18" w:rsidRDefault="00292A18" w:rsidP="00124280">
      <w:pPr>
        <w:pStyle w:val="question"/>
        <w:widowControl/>
        <w:numPr>
          <w:ilvl w:val="0"/>
          <w:numId w:val="31"/>
        </w:numPr>
        <w:suppressAutoHyphens w:val="0"/>
        <w:spacing w:before="0" w:beforeAutospacing="0" w:after="200" w:afterAutospacing="0" w:line="360" w:lineRule="auto"/>
        <w:contextualSpacing/>
        <w:rPr>
          <w:rFonts w:ascii="Arial" w:hAnsi="Arial"/>
          <w:sz w:val="24"/>
        </w:rPr>
      </w:pPr>
      <w:r w:rsidRPr="00CE18ED">
        <w:rPr>
          <w:rFonts w:ascii="Arial" w:hAnsi="Arial"/>
          <w:sz w:val="24"/>
        </w:rPr>
        <w:t xml:space="preserve">Déterminer la valeur de la fem E pour tourner à la vitesse de rotation trouvée à la question 7. (utiliser la « FEM par 1000tr/min » donnée dans le doc moteur) </w:t>
      </w:r>
    </w:p>
    <w:p w:rsidR="00292A18" w:rsidRPr="00CE18ED" w:rsidRDefault="00292A18" w:rsidP="00402370">
      <w:pPr>
        <w:pStyle w:val="question"/>
        <w:widowControl/>
        <w:numPr>
          <w:ilvl w:val="0"/>
          <w:numId w:val="0"/>
        </w:numPr>
        <w:suppressAutoHyphens w:val="0"/>
        <w:spacing w:before="0" w:beforeAutospacing="0" w:after="200" w:afterAutospacing="0" w:line="360" w:lineRule="auto"/>
        <w:contextualSpacing/>
        <w:rPr>
          <w:rFonts w:ascii="Arial" w:hAnsi="Arial"/>
          <w:sz w:val="24"/>
        </w:rPr>
      </w:pPr>
      <w:r>
        <w:rPr>
          <w:rFonts w:ascii="Arial" w:hAnsi="Arial"/>
          <w:sz w:val="24"/>
        </w:rPr>
        <w:t>Dans la doc E = 31V pour 1000 tr/min soit pour 3816 E = 118.296 V</w:t>
      </w:r>
    </w:p>
    <w:p w:rsidR="00292A18" w:rsidRDefault="00292A18" w:rsidP="00402370">
      <w:pPr>
        <w:pStyle w:val="question"/>
        <w:widowControl/>
        <w:numPr>
          <w:ilvl w:val="0"/>
          <w:numId w:val="31"/>
        </w:numPr>
        <w:suppressAutoHyphens w:val="0"/>
        <w:spacing w:before="0" w:beforeAutospacing="0" w:after="200" w:afterAutospacing="0" w:line="360" w:lineRule="auto"/>
        <w:contextualSpacing/>
        <w:rPr>
          <w:rFonts w:ascii="Arial" w:hAnsi="Arial"/>
          <w:sz w:val="24"/>
        </w:rPr>
      </w:pPr>
      <w:r w:rsidRPr="00CE18ED">
        <w:rPr>
          <w:rFonts w:ascii="Arial" w:hAnsi="Arial"/>
          <w:sz w:val="24"/>
        </w:rPr>
        <w:t>Déterminer la tension</w:t>
      </w:r>
      <w:r>
        <w:rPr>
          <w:rFonts w:ascii="Arial" w:hAnsi="Arial"/>
          <w:sz w:val="24"/>
        </w:rPr>
        <w:t xml:space="preserve"> à appliquer au moteur.</w:t>
      </w:r>
    </w:p>
    <w:p w:rsidR="00292A18" w:rsidRDefault="00292A18" w:rsidP="00402370">
      <w:pPr>
        <w:pStyle w:val="question"/>
        <w:widowControl/>
        <w:numPr>
          <w:ilvl w:val="0"/>
          <w:numId w:val="0"/>
        </w:numPr>
        <w:suppressAutoHyphens w:val="0"/>
        <w:spacing w:before="0" w:beforeAutospacing="0" w:after="200" w:afterAutospacing="0" w:line="360" w:lineRule="auto"/>
        <w:contextualSpacing/>
        <w:rPr>
          <w:rFonts w:ascii="Arial" w:hAnsi="Arial"/>
          <w:sz w:val="24"/>
        </w:rPr>
      </w:pPr>
      <w:r>
        <w:rPr>
          <w:rFonts w:ascii="Arial" w:hAnsi="Arial"/>
          <w:sz w:val="24"/>
        </w:rPr>
        <w:t>Umoteur = E + Rint.Imoteur = 118.296 + 0.4x4.82 = 120.224 V</w:t>
      </w:r>
    </w:p>
    <w:p w:rsidR="00292A18" w:rsidRPr="00402370" w:rsidRDefault="00292A18" w:rsidP="00402370">
      <w:pPr>
        <w:pStyle w:val="question"/>
        <w:widowControl/>
        <w:numPr>
          <w:ilvl w:val="0"/>
          <w:numId w:val="0"/>
        </w:numPr>
        <w:suppressAutoHyphens w:val="0"/>
        <w:spacing w:before="0" w:beforeAutospacing="0" w:after="200" w:afterAutospacing="0" w:line="360" w:lineRule="auto"/>
        <w:contextualSpacing/>
        <w:rPr>
          <w:rFonts w:ascii="Arial" w:hAnsi="Arial"/>
          <w:sz w:val="24"/>
        </w:rPr>
      </w:pPr>
    </w:p>
    <w:p w:rsidR="00292A18" w:rsidRPr="00CE18ED" w:rsidRDefault="00292A18" w:rsidP="00124280">
      <w:pPr>
        <w:pStyle w:val="titre"/>
      </w:pPr>
      <w:r w:rsidRPr="00CE18ED">
        <w:t>Dans l’autre sens :</w:t>
      </w:r>
    </w:p>
    <w:p w:rsidR="00292A18" w:rsidRPr="00CE18ED" w:rsidRDefault="00292A18" w:rsidP="00124280"/>
    <w:p w:rsidR="00292A18" w:rsidRPr="00CE18ED" w:rsidRDefault="00292A18" w:rsidP="00124280">
      <w:pPr>
        <w:pStyle w:val="question"/>
        <w:widowControl/>
        <w:numPr>
          <w:ilvl w:val="0"/>
          <w:numId w:val="32"/>
        </w:numPr>
        <w:suppressAutoHyphens w:val="0"/>
        <w:spacing w:before="0" w:beforeAutospacing="0" w:after="200" w:afterAutospacing="0" w:line="360" w:lineRule="auto"/>
        <w:contextualSpacing/>
        <w:rPr>
          <w:rFonts w:ascii="Arial" w:hAnsi="Arial"/>
          <w:sz w:val="24"/>
        </w:rPr>
      </w:pPr>
      <w:r w:rsidRPr="00CE18ED">
        <w:rPr>
          <w:rFonts w:ascii="Arial" w:hAnsi="Arial"/>
          <w:sz w:val="24"/>
        </w:rPr>
        <w:t xml:space="preserve"> Le moteur absorbe un courant de 10A sous une tension de 90V.</w:t>
      </w:r>
    </w:p>
    <w:p w:rsidR="00292A18" w:rsidRDefault="00292A18" w:rsidP="00D47EC9">
      <w:pPr>
        <w:pStyle w:val="question"/>
        <w:numPr>
          <w:ilvl w:val="0"/>
          <w:numId w:val="0"/>
        </w:numPr>
        <w:spacing w:before="0" w:beforeAutospacing="0" w:after="0" w:afterAutospacing="0"/>
        <w:ind w:left="360"/>
        <w:rPr>
          <w:rFonts w:ascii="Arial" w:hAnsi="Arial"/>
          <w:sz w:val="24"/>
        </w:rPr>
      </w:pPr>
      <w:r w:rsidRPr="00CE18ED">
        <w:rPr>
          <w:rFonts w:ascii="Arial" w:hAnsi="Arial"/>
          <w:sz w:val="24"/>
        </w:rPr>
        <w:t xml:space="preserve">Déterminer la vitesse de déplacement et </w:t>
      </w:r>
      <w:r>
        <w:rPr>
          <w:rFonts w:ascii="Arial" w:hAnsi="Arial"/>
          <w:sz w:val="24"/>
        </w:rPr>
        <w:t>la masse de la charge soulevée.</w:t>
      </w:r>
    </w:p>
    <w:p w:rsidR="00292A18" w:rsidRDefault="00292A18" w:rsidP="00D47EC9">
      <w:pPr>
        <w:pStyle w:val="question"/>
        <w:numPr>
          <w:ilvl w:val="0"/>
          <w:numId w:val="0"/>
        </w:numPr>
        <w:spacing w:before="0" w:beforeAutospacing="0" w:after="0" w:afterAutospacing="0"/>
        <w:rPr>
          <w:rFonts w:ascii="Arial" w:hAnsi="Arial"/>
          <w:sz w:val="24"/>
        </w:rPr>
      </w:pPr>
      <w:r>
        <w:rPr>
          <w:rFonts w:ascii="Arial" w:hAnsi="Arial"/>
          <w:sz w:val="24"/>
        </w:rPr>
        <w:t>90V soit E = Umoteur – Rint.Imoteur = 90 – 0.4x10 86 V</w:t>
      </w:r>
    </w:p>
    <w:p w:rsidR="00292A18" w:rsidRDefault="00292A18" w:rsidP="00D47EC9">
      <w:pPr>
        <w:pStyle w:val="question"/>
        <w:numPr>
          <w:ilvl w:val="0"/>
          <w:numId w:val="0"/>
        </w:numPr>
        <w:spacing w:before="0" w:beforeAutospacing="0" w:after="0" w:afterAutospacing="0"/>
        <w:rPr>
          <w:rFonts w:ascii="Arial" w:hAnsi="Arial"/>
          <w:sz w:val="24"/>
        </w:rPr>
      </w:pPr>
      <w:r>
        <w:rPr>
          <w:rFonts w:ascii="Arial" w:hAnsi="Arial"/>
          <w:sz w:val="24"/>
        </w:rPr>
        <w:t>Nmoteur = 1000x86/31 = 2774.19 tr/min = 46.23 tr/s</w:t>
      </w:r>
    </w:p>
    <w:p w:rsidR="00292A18" w:rsidRDefault="00292A18" w:rsidP="00D47EC9">
      <w:pPr>
        <w:pStyle w:val="question"/>
        <w:numPr>
          <w:ilvl w:val="0"/>
          <w:numId w:val="0"/>
        </w:numPr>
        <w:spacing w:before="0" w:beforeAutospacing="0" w:after="0" w:afterAutospacing="0"/>
        <w:rPr>
          <w:rFonts w:ascii="Arial" w:hAnsi="Arial"/>
          <w:sz w:val="24"/>
        </w:rPr>
      </w:pPr>
      <w:r>
        <w:rPr>
          <w:rFonts w:ascii="Arial" w:hAnsi="Arial"/>
          <w:sz w:val="24"/>
        </w:rPr>
        <w:t>Ωmoteur = 290.47 rd/s</w:t>
      </w:r>
    </w:p>
    <w:p w:rsidR="00292A18" w:rsidRDefault="00292A18" w:rsidP="00D47EC9">
      <w:pPr>
        <w:pStyle w:val="question"/>
        <w:numPr>
          <w:ilvl w:val="0"/>
          <w:numId w:val="0"/>
        </w:numPr>
        <w:spacing w:before="0" w:beforeAutospacing="0" w:after="0" w:afterAutospacing="0"/>
        <w:rPr>
          <w:rFonts w:ascii="Arial" w:hAnsi="Arial"/>
          <w:sz w:val="24"/>
        </w:rPr>
      </w:pPr>
      <w:r>
        <w:rPr>
          <w:rFonts w:ascii="Arial" w:hAnsi="Arial"/>
          <w:sz w:val="24"/>
        </w:rPr>
        <w:t>Npoulie = 2774.19/100 = 27.74 tr/min = 0.462 tr/s</w:t>
      </w:r>
    </w:p>
    <w:p w:rsidR="00292A18" w:rsidRDefault="00292A18" w:rsidP="00D47EC9">
      <w:pPr>
        <w:pStyle w:val="question"/>
        <w:numPr>
          <w:ilvl w:val="0"/>
          <w:numId w:val="0"/>
        </w:numPr>
        <w:spacing w:before="0" w:beforeAutospacing="0" w:after="0" w:afterAutospacing="0"/>
        <w:rPr>
          <w:rFonts w:ascii="Arial" w:hAnsi="Arial"/>
          <w:sz w:val="24"/>
        </w:rPr>
      </w:pPr>
      <w:r>
        <w:rPr>
          <w:rFonts w:ascii="Arial" w:hAnsi="Arial"/>
          <w:sz w:val="24"/>
        </w:rPr>
        <w:t>Ωpoulie = 2.9 rd/s</w:t>
      </w:r>
    </w:p>
    <w:p w:rsidR="00292A18" w:rsidRDefault="00292A18" w:rsidP="00D47EC9">
      <w:pPr>
        <w:pStyle w:val="question"/>
        <w:numPr>
          <w:ilvl w:val="0"/>
          <w:numId w:val="0"/>
        </w:numPr>
        <w:spacing w:before="0" w:beforeAutospacing="0" w:after="0" w:afterAutospacing="0"/>
        <w:rPr>
          <w:rFonts w:ascii="Arial" w:hAnsi="Arial"/>
          <w:sz w:val="24"/>
        </w:rPr>
      </w:pPr>
      <w:r>
        <w:rPr>
          <w:rFonts w:ascii="Arial" w:hAnsi="Arial"/>
          <w:sz w:val="24"/>
        </w:rPr>
        <w:t>V = 0.462x1.57 = 0.725 m/s</w:t>
      </w:r>
    </w:p>
    <w:p w:rsidR="00292A18" w:rsidRDefault="00292A18" w:rsidP="00D47EC9">
      <w:pPr>
        <w:pStyle w:val="question"/>
        <w:numPr>
          <w:ilvl w:val="0"/>
          <w:numId w:val="0"/>
        </w:numPr>
        <w:spacing w:before="0" w:beforeAutospacing="0" w:after="0" w:afterAutospacing="0"/>
        <w:rPr>
          <w:rFonts w:ascii="Arial" w:hAnsi="Arial"/>
          <w:sz w:val="24"/>
        </w:rPr>
      </w:pPr>
      <w:r>
        <w:rPr>
          <w:rFonts w:ascii="Arial" w:hAnsi="Arial"/>
          <w:sz w:val="24"/>
        </w:rPr>
        <w:t>Cmoteur = k.Imoteur = 0.296x10 = 2.96 Nm</w:t>
      </w:r>
    </w:p>
    <w:p w:rsidR="00292A18" w:rsidRDefault="00292A18" w:rsidP="00D47EC9">
      <w:pPr>
        <w:pStyle w:val="question"/>
        <w:numPr>
          <w:ilvl w:val="0"/>
          <w:numId w:val="0"/>
        </w:numPr>
        <w:spacing w:before="0" w:beforeAutospacing="0" w:after="0" w:afterAutospacing="0"/>
        <w:rPr>
          <w:rFonts w:ascii="Arial" w:hAnsi="Arial"/>
          <w:sz w:val="24"/>
        </w:rPr>
      </w:pPr>
      <w:r>
        <w:rPr>
          <w:rFonts w:ascii="Arial" w:hAnsi="Arial"/>
          <w:sz w:val="24"/>
        </w:rPr>
        <w:t>Cpoulie = ηxCmoteurxωmoteur/ωpoulie = 0.8x2.96x290.47/2.9 = 236.9 Nm</w:t>
      </w:r>
    </w:p>
    <w:p w:rsidR="00292A18" w:rsidRPr="00CE18ED" w:rsidRDefault="00292A18" w:rsidP="00946882">
      <w:pPr>
        <w:pStyle w:val="question"/>
        <w:numPr>
          <w:ilvl w:val="0"/>
          <w:numId w:val="0"/>
        </w:numPr>
        <w:spacing w:before="0" w:beforeAutospacing="0" w:after="240" w:afterAutospacing="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M = Cpoulie/(gR) = 236.9/(9.81*0.25) = </w:t>
      </w:r>
      <w:smartTag w:uri="urn:schemas-microsoft-com:office:smarttags" w:element="metricconverter">
        <w:smartTagPr>
          <w:attr w:name="ProductID" w:val="48.3 Kg"/>
        </w:smartTagPr>
        <w:r>
          <w:rPr>
            <w:rFonts w:ascii="Arial" w:hAnsi="Arial"/>
            <w:sz w:val="24"/>
          </w:rPr>
          <w:t>48.3 Kg</w:t>
        </w:r>
      </w:smartTag>
    </w:p>
    <w:p w:rsidR="00292A18" w:rsidRDefault="00292A18" w:rsidP="00124280">
      <w:pPr>
        <w:pStyle w:val="question"/>
        <w:widowControl/>
        <w:numPr>
          <w:ilvl w:val="0"/>
          <w:numId w:val="32"/>
        </w:numPr>
        <w:suppressAutoHyphens w:val="0"/>
        <w:spacing w:before="0" w:beforeAutospacing="0" w:after="200" w:afterAutospacing="0" w:line="360" w:lineRule="auto"/>
        <w:contextualSpacing/>
        <w:rPr>
          <w:rFonts w:ascii="Arial" w:hAnsi="Arial"/>
          <w:sz w:val="24"/>
        </w:rPr>
      </w:pPr>
      <w:r w:rsidRPr="00CE18ED">
        <w:rPr>
          <w:rFonts w:ascii="Arial" w:hAnsi="Arial"/>
          <w:sz w:val="24"/>
        </w:rPr>
        <w:t>Déterminer le rendement du moteur dans ce cas.</w:t>
      </w:r>
    </w:p>
    <w:p w:rsidR="00292A18" w:rsidRPr="00CE18ED" w:rsidRDefault="00292A18" w:rsidP="00946882">
      <w:pPr>
        <w:pStyle w:val="question"/>
        <w:widowControl/>
        <w:numPr>
          <w:ilvl w:val="0"/>
          <w:numId w:val="0"/>
        </w:numPr>
        <w:suppressAutoHyphens w:val="0"/>
        <w:spacing w:before="0" w:beforeAutospacing="0" w:after="200" w:afterAutospacing="0" w:line="360" w:lineRule="auto"/>
        <w:contextualSpacing/>
        <w:rPr>
          <w:rFonts w:ascii="Arial" w:hAnsi="Arial"/>
          <w:sz w:val="24"/>
        </w:rPr>
      </w:pPr>
      <w:r>
        <w:rPr>
          <w:rFonts w:ascii="Arial" w:hAnsi="Arial"/>
          <w:sz w:val="24"/>
        </w:rPr>
        <w:t>η = Cmoteurxωmoteur/UxI = 2.96x290.47/10x90 = 0.953 = 95.3%</w:t>
      </w:r>
    </w:p>
    <w:sectPr w:rsidR="00292A18" w:rsidRPr="00CE18ED" w:rsidSect="00464F93">
      <w:headerReference w:type="default" r:id="rId14"/>
      <w:pgSz w:w="11906" w:h="16838"/>
      <w:pgMar w:top="1134" w:right="1134" w:bottom="567" w:left="1134" w:header="709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A18" w:rsidRDefault="00292A18" w:rsidP="007C5BB9">
      <w:r>
        <w:separator/>
      </w:r>
    </w:p>
  </w:endnote>
  <w:endnote w:type="continuationSeparator" w:id="1">
    <w:p w:rsidR="00292A18" w:rsidRDefault="00292A18" w:rsidP="007C5B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PMingLiU">
    <w:altName w:val="¡Ps2OcuAe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Scrip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A18" w:rsidRDefault="00292A18" w:rsidP="007C5BB9">
      <w:r>
        <w:separator/>
      </w:r>
    </w:p>
  </w:footnote>
  <w:footnote w:type="continuationSeparator" w:id="1">
    <w:p w:rsidR="00292A18" w:rsidRDefault="00292A18" w:rsidP="007C5B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3" w:type="dxa"/>
      <w:tblInd w:w="-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1276"/>
      <w:gridCol w:w="7088"/>
      <w:gridCol w:w="1842"/>
    </w:tblGrid>
    <w:tr w:rsidR="00292A18" w:rsidTr="00772568">
      <w:tc>
        <w:tcPr>
          <w:tcW w:w="1843" w:type="dxa"/>
          <w:vMerge w:val="restart"/>
        </w:tcPr>
        <w:p w:rsidR="00292A18" w:rsidRPr="004C0834" w:rsidRDefault="00292A18" w:rsidP="007C5BB9">
          <w:pPr>
            <w:pStyle w:val="Header"/>
            <w:rPr>
              <w:rFonts w:ascii="Arial" w:hAnsi="Arial" w:cs="Arial"/>
            </w:rPr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2049" type="#_x0000_t136" style="position:absolute;margin-left:26.3pt;margin-top:56.75pt;width:472.3pt;height:51.05pt;rotation:-700926fd;z-index:-251656192">
                <v:shadow color="#868686"/>
                <v:textpath style="font-family:&quot;Arial Black&quot;;v-text-kern:t" trim="t" fitpath="t" string="Correction"/>
              </v:shape>
            </w:pict>
          </w:r>
          <w:r w:rsidRPr="004C0834">
            <w:rPr>
              <w:rFonts w:ascii="Arial" w:hAnsi="Arial" w:cs="Arial"/>
            </w:rPr>
            <w:object w:dxaOrig="1590" w:dyaOrig="13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81pt;height:1in" o:ole="">
                <v:imagedata r:id="rId1" o:title=""/>
              </v:shape>
              <o:OLEObject Type="Embed" ProgID="PBrush" ShapeID="_x0000_i1027" DrawAspect="Content" ObjectID="_1445344039" r:id="rId2"/>
            </w:object>
          </w:r>
        </w:p>
      </w:tc>
      <w:tc>
        <w:tcPr>
          <w:tcW w:w="7088" w:type="dxa"/>
          <w:vMerge w:val="restart"/>
        </w:tcPr>
        <w:p w:rsidR="00292A18" w:rsidRPr="00772568" w:rsidRDefault="00292A18" w:rsidP="007C5BB9"/>
        <w:p w:rsidR="00292A18" w:rsidRPr="00CE18ED" w:rsidRDefault="00292A18" w:rsidP="00124280">
          <w:pPr>
            <w:jc w:val="center"/>
            <w:rPr>
              <w:b/>
              <w:color w:val="0033CC"/>
              <w:sz w:val="28"/>
              <w:szCs w:val="28"/>
            </w:rPr>
          </w:pPr>
          <w:r w:rsidRPr="00CE18ED">
            <w:rPr>
              <w:b/>
              <w:color w:val="0033CC"/>
              <w:sz w:val="28"/>
              <w:szCs w:val="28"/>
            </w:rPr>
            <w:t>Moteur à Courant Continu</w:t>
          </w:r>
        </w:p>
        <w:p w:rsidR="00292A18" w:rsidRPr="00CE18ED" w:rsidRDefault="00292A18" w:rsidP="00124280">
          <w:pPr>
            <w:jc w:val="center"/>
            <w:rPr>
              <w:b/>
              <w:color w:val="0033CC"/>
              <w:sz w:val="28"/>
              <w:szCs w:val="28"/>
            </w:rPr>
          </w:pPr>
          <w:r w:rsidRPr="00CE18ED">
            <w:rPr>
              <w:b/>
              <w:color w:val="0033CC"/>
              <w:sz w:val="28"/>
              <w:szCs w:val="28"/>
            </w:rPr>
            <w:t>Chaine de transmission électromécanique</w:t>
          </w:r>
        </w:p>
        <w:p w:rsidR="00292A18" w:rsidRPr="004C0834" w:rsidRDefault="00292A18" w:rsidP="007C5BB9">
          <w:pPr>
            <w:pStyle w:val="Header"/>
            <w:rPr>
              <w:rFonts w:ascii="Arial" w:hAnsi="Arial" w:cs="Arial"/>
            </w:rPr>
          </w:pPr>
        </w:p>
      </w:tc>
      <w:tc>
        <w:tcPr>
          <w:tcW w:w="1842" w:type="dxa"/>
        </w:tcPr>
        <w:p w:rsidR="00292A18" w:rsidRPr="004C0834" w:rsidRDefault="00292A18" w:rsidP="007C5BB9">
          <w:pPr>
            <w:pStyle w:val="Header"/>
            <w:rPr>
              <w:rFonts w:ascii="Arial" w:hAnsi="Arial" w:cs="Arial"/>
            </w:rPr>
          </w:pPr>
          <w:r w:rsidRPr="004C0834">
            <w:rPr>
              <w:rFonts w:ascii="Arial" w:hAnsi="Arial" w:cs="Arial"/>
              <w:noProof/>
            </w:rPr>
            <w:pict>
              <v:shape id="Image 15" o:spid="_x0000_i1028" type="#_x0000_t75" alt="s-si_m" style="width:78.75pt;height:65.25pt;visibility:visible">
                <v:imagedata r:id="rId3" o:title="" croptop="4551f" cropbottom="2427f" cropleft="2801f" cropright="5975f"/>
              </v:shape>
            </w:pict>
          </w:r>
        </w:p>
      </w:tc>
    </w:tr>
    <w:tr w:rsidR="00292A18" w:rsidTr="00772568">
      <w:tc>
        <w:tcPr>
          <w:tcW w:w="1843" w:type="dxa"/>
          <w:vMerge/>
        </w:tcPr>
        <w:p w:rsidR="00292A18" w:rsidRPr="004C0834" w:rsidRDefault="00292A18" w:rsidP="007C5BB9">
          <w:pPr>
            <w:pStyle w:val="Header"/>
            <w:rPr>
              <w:rFonts w:ascii="Arial" w:hAnsi="Arial" w:cs="Arial"/>
            </w:rPr>
          </w:pPr>
        </w:p>
      </w:tc>
      <w:tc>
        <w:tcPr>
          <w:tcW w:w="7088" w:type="dxa"/>
          <w:vMerge/>
        </w:tcPr>
        <w:p w:rsidR="00292A18" w:rsidRPr="004C0834" w:rsidRDefault="00292A18" w:rsidP="007C5BB9">
          <w:pPr>
            <w:pStyle w:val="Header"/>
            <w:rPr>
              <w:rFonts w:ascii="Arial" w:hAnsi="Arial" w:cs="Arial"/>
            </w:rPr>
          </w:pPr>
        </w:p>
      </w:tc>
      <w:tc>
        <w:tcPr>
          <w:tcW w:w="1842" w:type="dxa"/>
        </w:tcPr>
        <w:p w:rsidR="00292A18" w:rsidRPr="004C0834" w:rsidRDefault="00292A18" w:rsidP="00CE18ED">
          <w:pPr>
            <w:pStyle w:val="Header"/>
            <w:jc w:val="center"/>
            <w:rPr>
              <w:rFonts w:ascii="Arial" w:hAnsi="Arial" w:cs="Arial"/>
            </w:rPr>
          </w:pPr>
          <w:r w:rsidRPr="004C0834">
            <w:rPr>
              <w:rFonts w:ascii="Calibri" w:hAnsi="Calibri" w:cs="Calibri"/>
              <w:b/>
              <w:sz w:val="22"/>
              <w:szCs w:val="22"/>
            </w:rPr>
            <w:t>TD</w:t>
          </w:r>
        </w:p>
      </w:tc>
    </w:tr>
  </w:tbl>
  <w:p w:rsidR="00292A18" w:rsidRDefault="00292A18" w:rsidP="007C5BB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3" w:type="dxa"/>
      <w:tblInd w:w="-4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1279"/>
      <w:gridCol w:w="6801"/>
      <w:gridCol w:w="2126"/>
    </w:tblGrid>
    <w:tr w:rsidR="00292A18" w:rsidTr="009F7CCE">
      <w:tc>
        <w:tcPr>
          <w:tcW w:w="1846" w:type="dxa"/>
        </w:tcPr>
        <w:p w:rsidR="00292A18" w:rsidRPr="004C0834" w:rsidRDefault="00292A18" w:rsidP="00CE18ED">
          <w:pPr>
            <w:pStyle w:val="Header"/>
            <w:jc w:val="center"/>
            <w:rPr>
              <w:rFonts w:ascii="Calibri" w:hAnsi="Calibri" w:cs="Calibri"/>
              <w:b/>
              <w:sz w:val="22"/>
              <w:szCs w:val="22"/>
            </w:rPr>
          </w:pPr>
          <w:r w:rsidRPr="004C0834">
            <w:rPr>
              <w:rFonts w:ascii="Calibri" w:hAnsi="Calibri" w:cs="Calibri"/>
              <w:b/>
              <w:sz w:val="22"/>
              <w:szCs w:val="22"/>
            </w:rPr>
            <w:t>S si</w:t>
          </w:r>
        </w:p>
      </w:tc>
      <w:tc>
        <w:tcPr>
          <w:tcW w:w="6801" w:type="dxa"/>
        </w:tcPr>
        <w:p w:rsidR="00292A18" w:rsidRPr="004C0834" w:rsidRDefault="00292A18" w:rsidP="00CE18ED">
          <w:pPr>
            <w:pStyle w:val="Header"/>
            <w:jc w:val="center"/>
            <w:rPr>
              <w:rFonts w:ascii="Calibri" w:hAnsi="Calibri" w:cs="Calibri"/>
              <w:b/>
              <w:color w:val="365F91"/>
              <w:sz w:val="22"/>
              <w:szCs w:val="22"/>
            </w:rPr>
          </w:pPr>
          <w:r w:rsidRPr="004C0834">
            <w:rPr>
              <w:rFonts w:ascii="Calibri" w:hAnsi="Calibri" w:cs="Calibri"/>
              <w:b/>
              <w:color w:val="365F91"/>
              <w:sz w:val="22"/>
              <w:szCs w:val="22"/>
            </w:rPr>
            <w:t>Moteur à courant continu</w:t>
          </w:r>
        </w:p>
      </w:tc>
      <w:tc>
        <w:tcPr>
          <w:tcW w:w="2126" w:type="dxa"/>
        </w:tcPr>
        <w:p w:rsidR="00292A18" w:rsidRPr="004C0834" w:rsidRDefault="00292A18" w:rsidP="00CE18ED">
          <w:pPr>
            <w:pStyle w:val="Header"/>
            <w:jc w:val="center"/>
            <w:rPr>
              <w:rFonts w:ascii="Calibri" w:hAnsi="Calibri" w:cs="Calibri"/>
              <w:b/>
              <w:sz w:val="22"/>
              <w:szCs w:val="22"/>
            </w:rPr>
          </w:pPr>
          <w:r w:rsidRPr="004C0834">
            <w:rPr>
              <w:rFonts w:ascii="Calibri" w:hAnsi="Calibri" w:cs="Calibri"/>
              <w:b/>
              <w:sz w:val="22"/>
              <w:szCs w:val="22"/>
            </w:rPr>
            <w:t>TD – 2 heures</w:t>
          </w:r>
        </w:p>
      </w:tc>
    </w:tr>
  </w:tbl>
  <w:p w:rsidR="00292A18" w:rsidRDefault="00292A18" w:rsidP="007C5BB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15.35pt;margin-top:54.8pt;width:472.3pt;height:51.05pt;rotation:-700926fd;z-index:-251654144;mso-position-horizontal-relative:text;mso-position-vertical-relative:text">
          <v:shadow color="#868686"/>
          <v:textpath style="font-family:&quot;Arial Black&quot;;v-text-kern:t" trim="t" fitpath="t" string="Correctio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65C7"/>
    <w:multiLevelType w:val="hybridMultilevel"/>
    <w:tmpl w:val="5E648F7C"/>
    <w:lvl w:ilvl="0" w:tplc="233C0EA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66258"/>
    <w:multiLevelType w:val="hybridMultilevel"/>
    <w:tmpl w:val="2EF4AF6E"/>
    <w:lvl w:ilvl="0" w:tplc="EFD089DC">
      <w:start w:val="1"/>
      <w:numFmt w:val="decimal"/>
      <w:pStyle w:val="Heading2"/>
      <w:lvlText w:val="%1."/>
      <w:lvlJc w:val="left"/>
      <w:pPr>
        <w:ind w:left="108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4916968"/>
    <w:multiLevelType w:val="hybridMultilevel"/>
    <w:tmpl w:val="F8E2BC38"/>
    <w:lvl w:ilvl="0" w:tplc="04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049B6AD9"/>
    <w:multiLevelType w:val="hybridMultilevel"/>
    <w:tmpl w:val="9D066082"/>
    <w:lvl w:ilvl="0" w:tplc="040C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>
    <w:nsid w:val="0E7D7410"/>
    <w:multiLevelType w:val="hybridMultilevel"/>
    <w:tmpl w:val="10A60D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7376C"/>
    <w:multiLevelType w:val="multilevel"/>
    <w:tmpl w:val="ADA07C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4204FA5"/>
    <w:multiLevelType w:val="hybridMultilevel"/>
    <w:tmpl w:val="4D2E4B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E40BA6"/>
    <w:multiLevelType w:val="multilevel"/>
    <w:tmpl w:val="3BCC5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1B4A5F"/>
    <w:multiLevelType w:val="hybridMultilevel"/>
    <w:tmpl w:val="EB2212A2"/>
    <w:lvl w:ilvl="0" w:tplc="9F1210C6">
      <w:start w:val="1"/>
      <w:numFmt w:val="decimal"/>
      <w:lvlText w:val="Q%1."/>
      <w:lvlJc w:val="left"/>
      <w:pPr>
        <w:ind w:left="720" w:hanging="360"/>
      </w:pPr>
      <w:rPr>
        <w:rFonts w:cs="Times New Roman" w:hint="default"/>
        <w:b/>
        <w:i w:val="0"/>
        <w:u w:val="thick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74F6D13"/>
    <w:multiLevelType w:val="hybridMultilevel"/>
    <w:tmpl w:val="A76A3254"/>
    <w:lvl w:ilvl="0" w:tplc="79DC6154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9F030D1"/>
    <w:multiLevelType w:val="multilevel"/>
    <w:tmpl w:val="D81E8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AF44A5B"/>
    <w:multiLevelType w:val="multilevel"/>
    <w:tmpl w:val="79B0B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E2A74DC"/>
    <w:multiLevelType w:val="hybridMultilevel"/>
    <w:tmpl w:val="CEF2B80A"/>
    <w:lvl w:ilvl="0" w:tplc="2FF08682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4514B4"/>
    <w:multiLevelType w:val="singleLevel"/>
    <w:tmpl w:val="E138C4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</w:rPr>
    </w:lvl>
  </w:abstractNum>
  <w:abstractNum w:abstractNumId="14">
    <w:nsid w:val="22833ACB"/>
    <w:multiLevelType w:val="hybridMultilevel"/>
    <w:tmpl w:val="5592557E"/>
    <w:lvl w:ilvl="0" w:tplc="30CEAC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87379F9"/>
    <w:multiLevelType w:val="hybridMultilevel"/>
    <w:tmpl w:val="2BE2C7B6"/>
    <w:lvl w:ilvl="0" w:tplc="040C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29427965"/>
    <w:multiLevelType w:val="hybridMultilevel"/>
    <w:tmpl w:val="BFB4E044"/>
    <w:lvl w:ilvl="0" w:tplc="2C74A592">
      <w:start w:val="1"/>
      <w:numFmt w:val="bullet"/>
      <w:pStyle w:val="ORDI"/>
      <w:lvlText w:val="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2343526"/>
    <w:multiLevelType w:val="hybridMultilevel"/>
    <w:tmpl w:val="60F2AC7A"/>
    <w:lvl w:ilvl="0" w:tplc="000000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D937E8E"/>
    <w:multiLevelType w:val="hybridMultilevel"/>
    <w:tmpl w:val="20F239AA"/>
    <w:lvl w:ilvl="0" w:tplc="86A263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/>
        <w:i w:val="0"/>
        <w:color w:val="auto"/>
        <w:sz w:val="24"/>
        <w:szCs w:val="24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7911077"/>
    <w:multiLevelType w:val="hybridMultilevel"/>
    <w:tmpl w:val="6EF8B10A"/>
    <w:lvl w:ilvl="0" w:tplc="5B681D98">
      <w:start w:val="1"/>
      <w:numFmt w:val="decimal"/>
      <w:pStyle w:val="titre"/>
      <w:lvlText w:val="%1."/>
      <w:lvlJc w:val="left"/>
      <w:pPr>
        <w:ind w:left="720" w:hanging="360"/>
      </w:pPr>
      <w:rPr>
        <w:rFonts w:cs="Times New Roman" w:hint="default"/>
        <w:b/>
        <w:i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3B216F"/>
    <w:multiLevelType w:val="hybridMultilevel"/>
    <w:tmpl w:val="0E7AC06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8AA2C98"/>
    <w:multiLevelType w:val="hybridMultilevel"/>
    <w:tmpl w:val="20B420DC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>
    <w:nsid w:val="5C491CE1"/>
    <w:multiLevelType w:val="hybridMultilevel"/>
    <w:tmpl w:val="3D185416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6D8A1595"/>
    <w:multiLevelType w:val="hybridMultilevel"/>
    <w:tmpl w:val="74C657F2"/>
    <w:lvl w:ilvl="0" w:tplc="E138C4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F183DA7"/>
    <w:multiLevelType w:val="hybridMultilevel"/>
    <w:tmpl w:val="E57C4E1C"/>
    <w:lvl w:ilvl="0" w:tplc="DB945F2A">
      <w:start w:val="1"/>
      <w:numFmt w:val="decimal"/>
      <w:pStyle w:val="Question0"/>
      <w:lvlText w:val="Q%1."/>
      <w:lvlJc w:val="left"/>
      <w:pPr>
        <w:ind w:left="720" w:hanging="360"/>
      </w:pPr>
      <w:rPr>
        <w:rFonts w:cs="Times New Roman" w:hint="default"/>
        <w:b/>
        <w:i w:val="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26425CC"/>
    <w:multiLevelType w:val="hybridMultilevel"/>
    <w:tmpl w:val="609254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A477BE"/>
    <w:multiLevelType w:val="hybridMultilevel"/>
    <w:tmpl w:val="85463F9C"/>
    <w:lvl w:ilvl="0" w:tplc="FBC0971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7">
    <w:nsid w:val="7B071589"/>
    <w:multiLevelType w:val="multilevel"/>
    <w:tmpl w:val="74C657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E1B296D"/>
    <w:multiLevelType w:val="hybridMultilevel"/>
    <w:tmpl w:val="E53274E4"/>
    <w:lvl w:ilvl="0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6"/>
  </w:num>
  <w:num w:numId="3">
    <w:abstractNumId w:val="4"/>
  </w:num>
  <w:num w:numId="4">
    <w:abstractNumId w:val="5"/>
  </w:num>
  <w:num w:numId="5">
    <w:abstractNumId w:val="13"/>
  </w:num>
  <w:num w:numId="6">
    <w:abstractNumId w:val="15"/>
  </w:num>
  <w:num w:numId="7">
    <w:abstractNumId w:val="21"/>
  </w:num>
  <w:num w:numId="8">
    <w:abstractNumId w:val="23"/>
  </w:num>
  <w:num w:numId="9">
    <w:abstractNumId w:val="27"/>
  </w:num>
  <w:num w:numId="10">
    <w:abstractNumId w:val="22"/>
  </w:num>
  <w:num w:numId="11">
    <w:abstractNumId w:val="14"/>
  </w:num>
  <w:num w:numId="12">
    <w:abstractNumId w:val="10"/>
  </w:num>
  <w:num w:numId="13">
    <w:abstractNumId w:val="7"/>
  </w:num>
  <w:num w:numId="14">
    <w:abstractNumId w:val="11"/>
  </w:num>
  <w:num w:numId="15">
    <w:abstractNumId w:val="18"/>
  </w:num>
  <w:num w:numId="16">
    <w:abstractNumId w:val="3"/>
  </w:num>
  <w:num w:numId="17">
    <w:abstractNumId w:val="17"/>
  </w:num>
  <w:num w:numId="18">
    <w:abstractNumId w:val="6"/>
  </w:num>
  <w:num w:numId="19">
    <w:abstractNumId w:val="20"/>
  </w:num>
  <w:num w:numId="20">
    <w:abstractNumId w:val="0"/>
  </w:num>
  <w:num w:numId="21">
    <w:abstractNumId w:val="9"/>
  </w:num>
  <w:num w:numId="22">
    <w:abstractNumId w:val="16"/>
  </w:num>
  <w:num w:numId="23">
    <w:abstractNumId w:val="12"/>
  </w:num>
  <w:num w:numId="24">
    <w:abstractNumId w:val="24"/>
  </w:num>
  <w:num w:numId="25">
    <w:abstractNumId w:val="19"/>
  </w:num>
  <w:num w:numId="26">
    <w:abstractNumId w:val="2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1"/>
  </w:num>
  <w:num w:numId="30">
    <w:abstractNumId w:val="1"/>
    <w:lvlOverride w:ilvl="0">
      <w:startOverride w:val="1"/>
    </w:lvlOverride>
  </w:num>
  <w:num w:numId="31">
    <w:abstractNumId w:val="8"/>
  </w:num>
  <w:num w:numId="32">
    <w:abstractNumId w:val="8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409D"/>
    <w:rsid w:val="000109F0"/>
    <w:rsid w:val="00012D5B"/>
    <w:rsid w:val="000160A9"/>
    <w:rsid w:val="00025651"/>
    <w:rsid w:val="00032F1F"/>
    <w:rsid w:val="00044F18"/>
    <w:rsid w:val="000473B9"/>
    <w:rsid w:val="00054447"/>
    <w:rsid w:val="000657D8"/>
    <w:rsid w:val="00067038"/>
    <w:rsid w:val="0007494A"/>
    <w:rsid w:val="0008409D"/>
    <w:rsid w:val="00084FF7"/>
    <w:rsid w:val="000A07BF"/>
    <w:rsid w:val="000A2C22"/>
    <w:rsid w:val="000A6B64"/>
    <w:rsid w:val="000B6CAB"/>
    <w:rsid w:val="000D02CA"/>
    <w:rsid w:val="000E3DC6"/>
    <w:rsid w:val="000E7263"/>
    <w:rsid w:val="000F1D38"/>
    <w:rsid w:val="000F6E50"/>
    <w:rsid w:val="001175A1"/>
    <w:rsid w:val="00121D16"/>
    <w:rsid w:val="00124280"/>
    <w:rsid w:val="0012528B"/>
    <w:rsid w:val="00132E21"/>
    <w:rsid w:val="001364FC"/>
    <w:rsid w:val="00146676"/>
    <w:rsid w:val="00147870"/>
    <w:rsid w:val="00161EE0"/>
    <w:rsid w:val="00180894"/>
    <w:rsid w:val="001852D2"/>
    <w:rsid w:val="00185C5D"/>
    <w:rsid w:val="00187E82"/>
    <w:rsid w:val="00190D24"/>
    <w:rsid w:val="00195B9A"/>
    <w:rsid w:val="00195D5A"/>
    <w:rsid w:val="001A2CC6"/>
    <w:rsid w:val="001A6E9D"/>
    <w:rsid w:val="001B1507"/>
    <w:rsid w:val="001B5B1F"/>
    <w:rsid w:val="001B7EB2"/>
    <w:rsid w:val="001C1CD4"/>
    <w:rsid w:val="001C3E4F"/>
    <w:rsid w:val="001C50D6"/>
    <w:rsid w:val="001D2B16"/>
    <w:rsid w:val="001D44C3"/>
    <w:rsid w:val="001D68D3"/>
    <w:rsid w:val="001E0E81"/>
    <w:rsid w:val="001E2C78"/>
    <w:rsid w:val="001E4CBA"/>
    <w:rsid w:val="001F00CF"/>
    <w:rsid w:val="001F314F"/>
    <w:rsid w:val="001F7655"/>
    <w:rsid w:val="00200099"/>
    <w:rsid w:val="00212D44"/>
    <w:rsid w:val="00223894"/>
    <w:rsid w:val="00226E9E"/>
    <w:rsid w:val="002350A8"/>
    <w:rsid w:val="0024252E"/>
    <w:rsid w:val="002438C1"/>
    <w:rsid w:val="0025142E"/>
    <w:rsid w:val="0025176A"/>
    <w:rsid w:val="00253E35"/>
    <w:rsid w:val="00261E07"/>
    <w:rsid w:val="00262E2C"/>
    <w:rsid w:val="00270407"/>
    <w:rsid w:val="00272981"/>
    <w:rsid w:val="00277035"/>
    <w:rsid w:val="00287783"/>
    <w:rsid w:val="00292A18"/>
    <w:rsid w:val="0029555F"/>
    <w:rsid w:val="00296CC4"/>
    <w:rsid w:val="002B3293"/>
    <w:rsid w:val="002B350C"/>
    <w:rsid w:val="002C7C78"/>
    <w:rsid w:val="002D4A90"/>
    <w:rsid w:val="002E4D1D"/>
    <w:rsid w:val="002F6BB6"/>
    <w:rsid w:val="00301989"/>
    <w:rsid w:val="00310CB7"/>
    <w:rsid w:val="00313FFF"/>
    <w:rsid w:val="003237B8"/>
    <w:rsid w:val="00327AB0"/>
    <w:rsid w:val="00343EB3"/>
    <w:rsid w:val="00355CF0"/>
    <w:rsid w:val="00362D5F"/>
    <w:rsid w:val="003644D1"/>
    <w:rsid w:val="0036473B"/>
    <w:rsid w:val="00364AD4"/>
    <w:rsid w:val="00367ABB"/>
    <w:rsid w:val="00372344"/>
    <w:rsid w:val="00382412"/>
    <w:rsid w:val="00394EED"/>
    <w:rsid w:val="003A0C73"/>
    <w:rsid w:val="003A19C2"/>
    <w:rsid w:val="003C03D1"/>
    <w:rsid w:val="003C1C60"/>
    <w:rsid w:val="00402370"/>
    <w:rsid w:val="00403254"/>
    <w:rsid w:val="0040627B"/>
    <w:rsid w:val="00416761"/>
    <w:rsid w:val="0042154A"/>
    <w:rsid w:val="00424CB7"/>
    <w:rsid w:val="004257F5"/>
    <w:rsid w:val="004258F9"/>
    <w:rsid w:val="00436107"/>
    <w:rsid w:val="004372C7"/>
    <w:rsid w:val="0045046D"/>
    <w:rsid w:val="00463C69"/>
    <w:rsid w:val="00464F93"/>
    <w:rsid w:val="004B2F37"/>
    <w:rsid w:val="004C0834"/>
    <w:rsid w:val="004D4675"/>
    <w:rsid w:val="004E19EE"/>
    <w:rsid w:val="004E64B6"/>
    <w:rsid w:val="004F0A6E"/>
    <w:rsid w:val="004F443C"/>
    <w:rsid w:val="004F4823"/>
    <w:rsid w:val="004F4854"/>
    <w:rsid w:val="004F6452"/>
    <w:rsid w:val="00517FAD"/>
    <w:rsid w:val="0052260B"/>
    <w:rsid w:val="00534AB2"/>
    <w:rsid w:val="00553964"/>
    <w:rsid w:val="0056460B"/>
    <w:rsid w:val="00570931"/>
    <w:rsid w:val="0058531C"/>
    <w:rsid w:val="005914B9"/>
    <w:rsid w:val="00594ADF"/>
    <w:rsid w:val="00595A1B"/>
    <w:rsid w:val="00595AD7"/>
    <w:rsid w:val="005A252D"/>
    <w:rsid w:val="005A54A1"/>
    <w:rsid w:val="005A7DA4"/>
    <w:rsid w:val="005B084D"/>
    <w:rsid w:val="005B284C"/>
    <w:rsid w:val="005B6956"/>
    <w:rsid w:val="005C1D8B"/>
    <w:rsid w:val="005C6AC9"/>
    <w:rsid w:val="005D0F88"/>
    <w:rsid w:val="005D2D47"/>
    <w:rsid w:val="005E11A0"/>
    <w:rsid w:val="005E341E"/>
    <w:rsid w:val="005F0532"/>
    <w:rsid w:val="005F49DF"/>
    <w:rsid w:val="005F4C3C"/>
    <w:rsid w:val="006075C3"/>
    <w:rsid w:val="006076CC"/>
    <w:rsid w:val="006234F8"/>
    <w:rsid w:val="006242A0"/>
    <w:rsid w:val="006252AC"/>
    <w:rsid w:val="00631A9E"/>
    <w:rsid w:val="00636665"/>
    <w:rsid w:val="00636AC9"/>
    <w:rsid w:val="00642752"/>
    <w:rsid w:val="006531BF"/>
    <w:rsid w:val="00656912"/>
    <w:rsid w:val="00662F5D"/>
    <w:rsid w:val="00667BC2"/>
    <w:rsid w:val="0067114E"/>
    <w:rsid w:val="00672E2C"/>
    <w:rsid w:val="00677EEE"/>
    <w:rsid w:val="00680122"/>
    <w:rsid w:val="006842B0"/>
    <w:rsid w:val="006854B3"/>
    <w:rsid w:val="006A021F"/>
    <w:rsid w:val="006A21E2"/>
    <w:rsid w:val="006B32BB"/>
    <w:rsid w:val="006B4302"/>
    <w:rsid w:val="006C1DDF"/>
    <w:rsid w:val="006C27B7"/>
    <w:rsid w:val="006D20F8"/>
    <w:rsid w:val="006D2850"/>
    <w:rsid w:val="006D3177"/>
    <w:rsid w:val="006D4031"/>
    <w:rsid w:val="006F4CD6"/>
    <w:rsid w:val="006F4CDC"/>
    <w:rsid w:val="006F7AA6"/>
    <w:rsid w:val="00731BD2"/>
    <w:rsid w:val="007323EE"/>
    <w:rsid w:val="00741DC5"/>
    <w:rsid w:val="00742812"/>
    <w:rsid w:val="0076673F"/>
    <w:rsid w:val="007711C8"/>
    <w:rsid w:val="00772568"/>
    <w:rsid w:val="007729EB"/>
    <w:rsid w:val="00772C1E"/>
    <w:rsid w:val="00782978"/>
    <w:rsid w:val="00783966"/>
    <w:rsid w:val="00792022"/>
    <w:rsid w:val="00797B34"/>
    <w:rsid w:val="00797FA7"/>
    <w:rsid w:val="007A18FC"/>
    <w:rsid w:val="007B7D99"/>
    <w:rsid w:val="007C435B"/>
    <w:rsid w:val="007C56DD"/>
    <w:rsid w:val="007C5BB9"/>
    <w:rsid w:val="007E7020"/>
    <w:rsid w:val="007F4E29"/>
    <w:rsid w:val="007F76A8"/>
    <w:rsid w:val="007F76EE"/>
    <w:rsid w:val="00806E2C"/>
    <w:rsid w:val="00827C64"/>
    <w:rsid w:val="00834511"/>
    <w:rsid w:val="00845268"/>
    <w:rsid w:val="0085052A"/>
    <w:rsid w:val="00852866"/>
    <w:rsid w:val="008602DB"/>
    <w:rsid w:val="008604E1"/>
    <w:rsid w:val="00862394"/>
    <w:rsid w:val="00873BFF"/>
    <w:rsid w:val="008854EB"/>
    <w:rsid w:val="008955EC"/>
    <w:rsid w:val="008966D6"/>
    <w:rsid w:val="008A3019"/>
    <w:rsid w:val="008A6E78"/>
    <w:rsid w:val="008A79F5"/>
    <w:rsid w:val="008B0425"/>
    <w:rsid w:val="008B61E0"/>
    <w:rsid w:val="008C57E8"/>
    <w:rsid w:val="008D653C"/>
    <w:rsid w:val="008E109F"/>
    <w:rsid w:val="008F2722"/>
    <w:rsid w:val="008F43EF"/>
    <w:rsid w:val="008F6BD7"/>
    <w:rsid w:val="00900026"/>
    <w:rsid w:val="00903A6D"/>
    <w:rsid w:val="00907D32"/>
    <w:rsid w:val="00913A28"/>
    <w:rsid w:val="009140A4"/>
    <w:rsid w:val="00941AAE"/>
    <w:rsid w:val="00946882"/>
    <w:rsid w:val="00950A8B"/>
    <w:rsid w:val="00955A9B"/>
    <w:rsid w:val="009612C9"/>
    <w:rsid w:val="00966951"/>
    <w:rsid w:val="00966F11"/>
    <w:rsid w:val="00972052"/>
    <w:rsid w:val="0097210D"/>
    <w:rsid w:val="00972D8C"/>
    <w:rsid w:val="00981FD9"/>
    <w:rsid w:val="0099182B"/>
    <w:rsid w:val="009A2DDE"/>
    <w:rsid w:val="009A3144"/>
    <w:rsid w:val="009A5153"/>
    <w:rsid w:val="009C022A"/>
    <w:rsid w:val="009C236C"/>
    <w:rsid w:val="009D5E34"/>
    <w:rsid w:val="009F06C2"/>
    <w:rsid w:val="009F471D"/>
    <w:rsid w:val="009F79FD"/>
    <w:rsid w:val="009F7CCE"/>
    <w:rsid w:val="00A203E8"/>
    <w:rsid w:val="00A26621"/>
    <w:rsid w:val="00A452A7"/>
    <w:rsid w:val="00A51E0F"/>
    <w:rsid w:val="00A53822"/>
    <w:rsid w:val="00A55D34"/>
    <w:rsid w:val="00A64BDC"/>
    <w:rsid w:val="00A74D87"/>
    <w:rsid w:val="00A774C2"/>
    <w:rsid w:val="00A77AA1"/>
    <w:rsid w:val="00A82C9C"/>
    <w:rsid w:val="00A85AC4"/>
    <w:rsid w:val="00A87686"/>
    <w:rsid w:val="00A91894"/>
    <w:rsid w:val="00A96AEE"/>
    <w:rsid w:val="00A97AA9"/>
    <w:rsid w:val="00AA2C41"/>
    <w:rsid w:val="00AA5F63"/>
    <w:rsid w:val="00AA77C2"/>
    <w:rsid w:val="00AB2960"/>
    <w:rsid w:val="00AB474C"/>
    <w:rsid w:val="00AB578B"/>
    <w:rsid w:val="00AB61DC"/>
    <w:rsid w:val="00AC0B49"/>
    <w:rsid w:val="00AE40C6"/>
    <w:rsid w:val="00AE5F68"/>
    <w:rsid w:val="00AF41FD"/>
    <w:rsid w:val="00B00A60"/>
    <w:rsid w:val="00B00BE9"/>
    <w:rsid w:val="00B01329"/>
    <w:rsid w:val="00B11B8A"/>
    <w:rsid w:val="00B80993"/>
    <w:rsid w:val="00B91AA0"/>
    <w:rsid w:val="00BA16AB"/>
    <w:rsid w:val="00BA3596"/>
    <w:rsid w:val="00BC1C69"/>
    <w:rsid w:val="00BC2DF0"/>
    <w:rsid w:val="00BD1A27"/>
    <w:rsid w:val="00BE50A7"/>
    <w:rsid w:val="00BF0D37"/>
    <w:rsid w:val="00BF6969"/>
    <w:rsid w:val="00C07ABC"/>
    <w:rsid w:val="00C12309"/>
    <w:rsid w:val="00C13177"/>
    <w:rsid w:val="00C14AF4"/>
    <w:rsid w:val="00C14E77"/>
    <w:rsid w:val="00C22482"/>
    <w:rsid w:val="00C249DA"/>
    <w:rsid w:val="00C24DA2"/>
    <w:rsid w:val="00C262B1"/>
    <w:rsid w:val="00C422A4"/>
    <w:rsid w:val="00C45DC4"/>
    <w:rsid w:val="00C47AD6"/>
    <w:rsid w:val="00C5318F"/>
    <w:rsid w:val="00C62BD9"/>
    <w:rsid w:val="00C65F00"/>
    <w:rsid w:val="00C737E3"/>
    <w:rsid w:val="00C80D1C"/>
    <w:rsid w:val="00C817D8"/>
    <w:rsid w:val="00C842D8"/>
    <w:rsid w:val="00C85DE6"/>
    <w:rsid w:val="00C91D9F"/>
    <w:rsid w:val="00C9794F"/>
    <w:rsid w:val="00CA23DB"/>
    <w:rsid w:val="00CC3CD5"/>
    <w:rsid w:val="00CC4327"/>
    <w:rsid w:val="00CC72BD"/>
    <w:rsid w:val="00CE18ED"/>
    <w:rsid w:val="00CE2CA4"/>
    <w:rsid w:val="00CE5C07"/>
    <w:rsid w:val="00CF06C6"/>
    <w:rsid w:val="00CF5933"/>
    <w:rsid w:val="00D1083C"/>
    <w:rsid w:val="00D10A49"/>
    <w:rsid w:val="00D11F34"/>
    <w:rsid w:val="00D123B4"/>
    <w:rsid w:val="00D21B4C"/>
    <w:rsid w:val="00D2303E"/>
    <w:rsid w:val="00D33A10"/>
    <w:rsid w:val="00D47EC9"/>
    <w:rsid w:val="00D512BA"/>
    <w:rsid w:val="00D54169"/>
    <w:rsid w:val="00D64165"/>
    <w:rsid w:val="00D7028D"/>
    <w:rsid w:val="00D720B6"/>
    <w:rsid w:val="00D73C25"/>
    <w:rsid w:val="00D77201"/>
    <w:rsid w:val="00D82C12"/>
    <w:rsid w:val="00D8482D"/>
    <w:rsid w:val="00D87691"/>
    <w:rsid w:val="00D91F7C"/>
    <w:rsid w:val="00D9295B"/>
    <w:rsid w:val="00DE5763"/>
    <w:rsid w:val="00DF769E"/>
    <w:rsid w:val="00E12324"/>
    <w:rsid w:val="00E1618F"/>
    <w:rsid w:val="00E16290"/>
    <w:rsid w:val="00E1732F"/>
    <w:rsid w:val="00E245D3"/>
    <w:rsid w:val="00E26B72"/>
    <w:rsid w:val="00E3668D"/>
    <w:rsid w:val="00E37723"/>
    <w:rsid w:val="00E449E1"/>
    <w:rsid w:val="00E60F99"/>
    <w:rsid w:val="00E62A10"/>
    <w:rsid w:val="00E72DCD"/>
    <w:rsid w:val="00E73084"/>
    <w:rsid w:val="00E76FB3"/>
    <w:rsid w:val="00E86258"/>
    <w:rsid w:val="00E97148"/>
    <w:rsid w:val="00EB4ACB"/>
    <w:rsid w:val="00EC3986"/>
    <w:rsid w:val="00EC4B3D"/>
    <w:rsid w:val="00ED129F"/>
    <w:rsid w:val="00ED415C"/>
    <w:rsid w:val="00EE33EA"/>
    <w:rsid w:val="00EE5DB1"/>
    <w:rsid w:val="00EF4917"/>
    <w:rsid w:val="00EF4BCB"/>
    <w:rsid w:val="00F02D8A"/>
    <w:rsid w:val="00F1360B"/>
    <w:rsid w:val="00F2704F"/>
    <w:rsid w:val="00F27489"/>
    <w:rsid w:val="00F335D5"/>
    <w:rsid w:val="00F463A9"/>
    <w:rsid w:val="00F560BF"/>
    <w:rsid w:val="00F65845"/>
    <w:rsid w:val="00F668B8"/>
    <w:rsid w:val="00F75C95"/>
    <w:rsid w:val="00F905AC"/>
    <w:rsid w:val="00F93E17"/>
    <w:rsid w:val="00F942B1"/>
    <w:rsid w:val="00F95F32"/>
    <w:rsid w:val="00FA02AE"/>
    <w:rsid w:val="00FA11D6"/>
    <w:rsid w:val="00FA192A"/>
    <w:rsid w:val="00FA368A"/>
    <w:rsid w:val="00FA3A11"/>
    <w:rsid w:val="00FA7956"/>
    <w:rsid w:val="00FB5435"/>
    <w:rsid w:val="00FC3DD7"/>
    <w:rsid w:val="00FC4E8D"/>
    <w:rsid w:val="00FC7EAB"/>
    <w:rsid w:val="00FF110A"/>
    <w:rsid w:val="00FF4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BB9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CE5C07"/>
    <w:pPr>
      <w:keepNext/>
      <w:spacing w:before="240" w:after="60"/>
      <w:outlineLvl w:val="0"/>
    </w:pPr>
    <w:rPr>
      <w:rFonts w:ascii="Cambria" w:eastAsia="PMingLiU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9F7CCE"/>
    <w:pPr>
      <w:keepNext/>
      <w:keepLines/>
      <w:numPr>
        <w:numId w:val="29"/>
      </w:numPr>
      <w:pBdr>
        <w:bottom w:val="single" w:sz="6" w:space="1" w:color="4F81BD"/>
      </w:pBdr>
      <w:spacing w:after="240"/>
      <w:jc w:val="both"/>
      <w:outlineLvl w:val="1"/>
    </w:pPr>
    <w:rPr>
      <w:rFonts w:ascii="Cambria" w:eastAsia="PMingLiU" w:hAnsi="Cambria" w:cs="Times New Roman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C1C69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F6452"/>
    <w:pPr>
      <w:keepNext/>
      <w:jc w:val="center"/>
      <w:outlineLvl w:val="7"/>
    </w:pPr>
    <w:rPr>
      <w:rFonts w:ascii="Calibri" w:hAnsi="Calibri" w:cs="Times New Roman"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5C07"/>
    <w:rPr>
      <w:rFonts w:ascii="Cambria" w:eastAsia="PMingLiU" w:hAnsi="Cambria"/>
      <w:b/>
      <w:kern w:val="32"/>
      <w:sz w:val="32"/>
      <w:lang w:eastAsia="fr-FR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F7CCE"/>
    <w:rPr>
      <w:rFonts w:ascii="Cambria" w:eastAsia="PMingLiU" w:hAnsi="Cambria"/>
      <w:b/>
      <w:i/>
      <w:sz w:val="28"/>
      <w:lang w:eastAsia="fr-FR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7494A"/>
    <w:rPr>
      <w:rFonts w:ascii="Calibri" w:hAnsi="Calibri"/>
      <w:b/>
      <w:sz w:val="28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7494A"/>
    <w:rPr>
      <w:rFonts w:ascii="Calibri" w:hAnsi="Calibri"/>
      <w:i/>
      <w:sz w:val="24"/>
    </w:rPr>
  </w:style>
  <w:style w:type="table" w:styleId="TableGrid">
    <w:name w:val="Table Grid"/>
    <w:basedOn w:val="TableNormal"/>
    <w:uiPriority w:val="99"/>
    <w:rsid w:val="002000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94ADF"/>
    <w:rPr>
      <w:rFonts w:ascii="Times New Roman" w:hAnsi="Times New Roman" w:cs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7494A"/>
    <w:rPr>
      <w:sz w:val="2"/>
    </w:rPr>
  </w:style>
  <w:style w:type="paragraph" w:styleId="NormalWeb">
    <w:name w:val="Normal (Web)"/>
    <w:basedOn w:val="Normal"/>
    <w:uiPriority w:val="99"/>
    <w:rsid w:val="00B01329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B01329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2350A8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350A8"/>
    <w:rPr>
      <w:sz w:val="24"/>
    </w:rPr>
  </w:style>
  <w:style w:type="paragraph" w:styleId="Footer">
    <w:name w:val="footer"/>
    <w:basedOn w:val="Normal"/>
    <w:link w:val="FooterChar"/>
    <w:uiPriority w:val="99"/>
    <w:rsid w:val="002350A8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350A8"/>
    <w:rPr>
      <w:sz w:val="24"/>
    </w:rPr>
  </w:style>
  <w:style w:type="paragraph" w:customStyle="1" w:styleId="Texte">
    <w:name w:val="Texte"/>
    <w:uiPriority w:val="99"/>
    <w:rsid w:val="00F463A9"/>
    <w:rPr>
      <w:color w:val="000000"/>
      <w:sz w:val="24"/>
      <w:szCs w:val="20"/>
    </w:rPr>
  </w:style>
  <w:style w:type="paragraph" w:styleId="BodyText2">
    <w:name w:val="Body Text 2"/>
    <w:basedOn w:val="Normal"/>
    <w:link w:val="BodyText2Char"/>
    <w:uiPriority w:val="99"/>
    <w:rsid w:val="00806E2C"/>
    <w:pPr>
      <w:jc w:val="both"/>
    </w:pPr>
    <w:rPr>
      <w:rFonts w:ascii="Times New Roman" w:hAnsi="Times New Roman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7494A"/>
    <w:rPr>
      <w:sz w:val="24"/>
    </w:rPr>
  </w:style>
  <w:style w:type="paragraph" w:styleId="BodyText">
    <w:name w:val="Body Text"/>
    <w:basedOn w:val="Normal"/>
    <w:link w:val="BodyTextChar"/>
    <w:uiPriority w:val="99"/>
    <w:rsid w:val="00BC1C69"/>
    <w:pPr>
      <w:jc w:val="center"/>
    </w:pPr>
    <w:rPr>
      <w:rFonts w:ascii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7494A"/>
    <w:rPr>
      <w:sz w:val="24"/>
    </w:rPr>
  </w:style>
  <w:style w:type="character" w:styleId="Hyperlink">
    <w:name w:val="Hyperlink"/>
    <w:basedOn w:val="DefaultParagraphFont"/>
    <w:uiPriority w:val="99"/>
    <w:rsid w:val="005E341E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8F6BD7"/>
    <w:rPr>
      <w:rFonts w:cs="Times New Roman"/>
      <w:i/>
    </w:rPr>
  </w:style>
  <w:style w:type="paragraph" w:customStyle="1" w:styleId="question">
    <w:name w:val="question"/>
    <w:basedOn w:val="Normal"/>
    <w:link w:val="questionCar"/>
    <w:uiPriority w:val="99"/>
    <w:rsid w:val="002B350C"/>
    <w:pPr>
      <w:widowControl w:val="0"/>
      <w:numPr>
        <w:numId w:val="21"/>
      </w:numPr>
      <w:suppressAutoHyphens/>
      <w:spacing w:before="100" w:beforeAutospacing="1" w:after="100" w:afterAutospacing="1"/>
    </w:pPr>
    <w:rPr>
      <w:rFonts w:ascii="Comic Sans MS" w:hAnsi="Comic Sans MS"/>
      <w:kern w:val="20"/>
      <w:sz w:val="20"/>
      <w:lang w:eastAsia="hi-IN" w:bidi="hi-IN"/>
    </w:rPr>
  </w:style>
  <w:style w:type="paragraph" w:customStyle="1" w:styleId="ORDI">
    <w:name w:val="ORDI"/>
    <w:basedOn w:val="Normal"/>
    <w:uiPriority w:val="99"/>
    <w:rsid w:val="002B350C"/>
    <w:pPr>
      <w:numPr>
        <w:numId w:val="22"/>
      </w:numPr>
      <w:spacing w:after="200" w:line="276" w:lineRule="auto"/>
    </w:pPr>
    <w:rPr>
      <w:rFonts w:ascii="Comic Sans MS" w:hAnsi="Comic Sans MS"/>
      <w:color w:val="1F497D"/>
      <w:sz w:val="20"/>
      <w:szCs w:val="22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7C5BB9"/>
    <w:pPr>
      <w:spacing w:after="60"/>
      <w:jc w:val="center"/>
      <w:outlineLvl w:val="1"/>
    </w:pPr>
    <w:rPr>
      <w:rFonts w:ascii="Cambria" w:eastAsia="PMingLiU" w:hAnsi="Cambria" w:cs="Times New Roma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C5BB9"/>
    <w:rPr>
      <w:rFonts w:ascii="Cambria" w:eastAsia="PMingLiU" w:hAnsi="Cambria"/>
      <w:sz w:val="24"/>
      <w:lang w:eastAsia="fr-FR"/>
    </w:rPr>
  </w:style>
  <w:style w:type="paragraph" w:customStyle="1" w:styleId="Question0">
    <w:name w:val="Question"/>
    <w:basedOn w:val="Normal"/>
    <w:link w:val="QuestionCar0"/>
    <w:uiPriority w:val="99"/>
    <w:rsid w:val="00C14E77"/>
    <w:pPr>
      <w:numPr>
        <w:numId w:val="24"/>
      </w:numPr>
      <w:ind w:left="357" w:hanging="425"/>
    </w:pPr>
    <w:rPr>
      <w:rFonts w:cs="Times New Roman"/>
    </w:rPr>
  </w:style>
  <w:style w:type="paragraph" w:customStyle="1" w:styleId="Reponse">
    <w:name w:val="Reponse"/>
    <w:basedOn w:val="Normal"/>
    <w:link w:val="ReponseCar"/>
    <w:uiPriority w:val="99"/>
    <w:rsid w:val="007C5BB9"/>
    <w:rPr>
      <w:rFonts w:cs="Times New Roman"/>
      <w:i/>
      <w:color w:val="FF0000"/>
    </w:rPr>
  </w:style>
  <w:style w:type="character" w:customStyle="1" w:styleId="QuestionCar0">
    <w:name w:val="Question Car"/>
    <w:link w:val="Question0"/>
    <w:uiPriority w:val="99"/>
    <w:locked/>
    <w:rsid w:val="00C14E77"/>
    <w:rPr>
      <w:rFonts w:ascii="Arial" w:hAnsi="Arial"/>
      <w:sz w:val="24"/>
      <w:lang w:eastAsia="fr-FR"/>
    </w:rPr>
  </w:style>
  <w:style w:type="paragraph" w:customStyle="1" w:styleId="titre">
    <w:name w:val="titre"/>
    <w:basedOn w:val="Normal"/>
    <w:link w:val="titreCar"/>
    <w:uiPriority w:val="99"/>
    <w:rsid w:val="009F7CCE"/>
    <w:pPr>
      <w:numPr>
        <w:numId w:val="25"/>
      </w:numPr>
      <w:shd w:val="clear" w:color="auto" w:fill="FFCC00"/>
      <w:tabs>
        <w:tab w:val="left" w:pos="567"/>
      </w:tabs>
      <w:autoSpaceDE w:val="0"/>
      <w:autoSpaceDN w:val="0"/>
      <w:adjustRightInd w:val="0"/>
      <w:ind w:left="567" w:hanging="567"/>
    </w:pPr>
    <w:rPr>
      <w:rFonts w:cs="Times New Roman"/>
      <w:b/>
      <w:bCs/>
      <w:color w:val="0000FF"/>
    </w:rPr>
  </w:style>
  <w:style w:type="character" w:customStyle="1" w:styleId="ReponseCar">
    <w:name w:val="Reponse Car"/>
    <w:link w:val="Reponse"/>
    <w:uiPriority w:val="99"/>
    <w:locked/>
    <w:rsid w:val="007C5BB9"/>
    <w:rPr>
      <w:rFonts w:ascii="Arial" w:hAnsi="Arial"/>
      <w:i/>
      <w:color w:val="FF0000"/>
      <w:sz w:val="24"/>
      <w:lang w:eastAsia="fr-FR"/>
    </w:rPr>
  </w:style>
  <w:style w:type="character" w:customStyle="1" w:styleId="titreCar">
    <w:name w:val="titre Car"/>
    <w:link w:val="titre"/>
    <w:uiPriority w:val="99"/>
    <w:locked/>
    <w:rsid w:val="009F7CCE"/>
    <w:rPr>
      <w:rFonts w:ascii="Arial" w:hAnsi="Arial"/>
      <w:b/>
      <w:color w:val="0000FF"/>
      <w:sz w:val="24"/>
      <w:shd w:val="clear" w:color="auto" w:fill="FFCC00"/>
      <w:lang w:eastAsia="fr-FR"/>
    </w:rPr>
  </w:style>
  <w:style w:type="paragraph" w:styleId="ListParagraph">
    <w:name w:val="List Paragraph"/>
    <w:basedOn w:val="Normal"/>
    <w:uiPriority w:val="99"/>
    <w:qFormat/>
    <w:rsid w:val="00CE5C07"/>
    <w:pPr>
      <w:ind w:left="720"/>
      <w:contextualSpacing/>
      <w:jc w:val="both"/>
    </w:pPr>
    <w:rPr>
      <w:rFonts w:ascii="Calibri" w:hAnsi="Calibri" w:cs="Times New Roman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CE5C07"/>
    <w:pPr>
      <w:pBdr>
        <w:top w:val="single" w:sz="6" w:space="1" w:color="4F81BD"/>
        <w:left w:val="single" w:sz="6" w:space="4" w:color="4F81BD"/>
        <w:bottom w:val="single" w:sz="6" w:space="1" w:color="4F81BD"/>
        <w:right w:val="single" w:sz="6" w:space="4" w:color="4F81BD"/>
      </w:pBdr>
      <w:shd w:val="clear" w:color="auto" w:fill="B8CCE4"/>
      <w:spacing w:after="240"/>
      <w:contextualSpacing/>
      <w:jc w:val="center"/>
    </w:pPr>
    <w:rPr>
      <w:rFonts w:ascii="Calibri" w:eastAsia="PMingLiU" w:hAnsi="Calibri" w:cs="Times New Roman"/>
      <w:b/>
      <w:caps/>
      <w:spacing w:val="5"/>
      <w:kern w:val="28"/>
      <w:sz w:val="36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CE5C07"/>
    <w:rPr>
      <w:rFonts w:ascii="Calibri" w:eastAsia="PMingLiU" w:hAnsi="Calibri"/>
      <w:b/>
      <w:caps/>
      <w:spacing w:val="5"/>
      <w:kern w:val="28"/>
      <w:sz w:val="52"/>
      <w:shd w:val="clear" w:color="auto" w:fill="B8CCE4"/>
      <w:lang w:eastAsia="en-US"/>
    </w:rPr>
  </w:style>
  <w:style w:type="paragraph" w:styleId="NoSpacing">
    <w:name w:val="No Spacing"/>
    <w:aliases w:val="Eleve"/>
    <w:next w:val="Normal"/>
    <w:link w:val="NoSpacingChar"/>
    <w:uiPriority w:val="99"/>
    <w:qFormat/>
    <w:rsid w:val="00CE5C07"/>
    <w:pPr>
      <w:jc w:val="both"/>
    </w:pPr>
    <w:rPr>
      <w:rFonts w:ascii="Segoe Script" w:hAnsi="Segoe Script"/>
      <w:b/>
      <w:color w:val="1F497D"/>
      <w:spacing w:val="20"/>
      <w:sz w:val="24"/>
      <w:u w:val="dotted" w:color="000000"/>
      <w:lang w:eastAsia="en-US"/>
    </w:rPr>
  </w:style>
  <w:style w:type="character" w:customStyle="1" w:styleId="NoSpacingChar">
    <w:name w:val="No Spacing Char"/>
    <w:aliases w:val="Eleve Char"/>
    <w:link w:val="NoSpacing"/>
    <w:uiPriority w:val="99"/>
    <w:locked/>
    <w:rsid w:val="00CE5C07"/>
    <w:rPr>
      <w:rFonts w:ascii="Segoe Script" w:eastAsia="Times New Roman" w:hAnsi="Segoe Script"/>
      <w:b/>
      <w:color w:val="1F497D"/>
      <w:spacing w:val="20"/>
      <w:sz w:val="22"/>
      <w:u w:val="dotted" w:color="000000"/>
      <w:lang w:eastAsia="en-US"/>
    </w:rPr>
  </w:style>
  <w:style w:type="character" w:customStyle="1" w:styleId="questionCar">
    <w:name w:val="question Car"/>
    <w:basedOn w:val="DefaultParagraphFont"/>
    <w:link w:val="question"/>
    <w:uiPriority w:val="99"/>
    <w:locked/>
    <w:rsid w:val="00124280"/>
    <w:rPr>
      <w:rFonts w:ascii="Comic Sans MS" w:eastAsia="Times New Roman" w:hAnsi="Comic Sans MS" w:cs="Arial"/>
      <w:kern w:val="20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90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0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0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0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0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0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0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0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0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0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90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oleObject" Target="embeddings/oleObject2.bin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244</TotalTime>
  <Pages>4</Pages>
  <Words>394</Words>
  <Characters>2170</Characters>
  <Application>Microsoft Office Outlook</Application>
  <DocSecurity>0</DocSecurity>
  <Lines>0</Lines>
  <Paragraphs>0</Paragraphs>
  <ScaleCrop>false</ScaleCrop>
  <Company>Education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Noms :</dc:title>
  <dc:subject/>
  <dc:creator>Seb</dc:creator>
  <cp:keywords/>
  <dc:description/>
  <cp:lastModifiedBy>Administrateur</cp:lastModifiedBy>
  <cp:revision>9</cp:revision>
  <cp:lastPrinted>2012-06-02T20:50:00Z</cp:lastPrinted>
  <dcterms:created xsi:type="dcterms:W3CDTF">2012-10-23T19:18:00Z</dcterms:created>
  <dcterms:modified xsi:type="dcterms:W3CDTF">2013-11-07T14:41:00Z</dcterms:modified>
</cp:coreProperties>
</file>